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D7" w:rsidRPr="00FD4A68" w:rsidRDefault="00710285" w:rsidP="00FD4A68">
      <w:pPr>
        <w:pStyle w:val="LabTitle"/>
        <w:rPr>
          <w:rStyle w:val="LabTitleInstVersred"/>
          <w:b/>
          <w:color w:val="auto"/>
        </w:rPr>
      </w:pPr>
      <w:r>
        <w:t>Packet Tracer</w:t>
      </w:r>
      <w:r w:rsidR="00B97943">
        <w:t xml:space="preserve"> </w:t>
      </w:r>
      <w:r w:rsidR="00F53BE5">
        <w:t>-</w:t>
      </w:r>
      <w:r w:rsidR="002D6C2A" w:rsidRPr="00FD4A68">
        <w:t xml:space="preserve"> </w:t>
      </w:r>
      <w:r>
        <w:t>Configure IOS Int</w:t>
      </w:r>
      <w:r w:rsidR="007A0CA9">
        <w:t>rusion Prevention System (IPS) U</w:t>
      </w:r>
      <w:r>
        <w:t xml:space="preserve">sing </w:t>
      </w:r>
      <w:r w:rsidR="003674E5">
        <w:t xml:space="preserve">the </w:t>
      </w:r>
      <w:r>
        <w:t>CLI</w:t>
      </w:r>
      <w:r w:rsidR="004D36D7" w:rsidRPr="00FD4A68">
        <w:t xml:space="preserve"> 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DB60E2" w:rsidP="00A6283D">
      <w:pPr>
        <w:pStyle w:val="Visual"/>
      </w:pPr>
      <w:r w:rsidRPr="00DB60E2">
        <w:rPr>
          <w:noProof/>
        </w:rPr>
        <w:drawing>
          <wp:inline distT="0" distB="0" distL="0" distR="0" wp14:anchorId="19DF21E6" wp14:editId="0E02A8E4">
            <wp:extent cx="5943600" cy="152336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23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56C0" w:rsidRPr="00BB73FF" w:rsidRDefault="00AE56C0" w:rsidP="0009147A">
      <w:pPr>
        <w:pStyle w:val="LabSection"/>
      </w:pPr>
      <w:r w:rsidRPr="00BB73FF">
        <w:t>Addressing Table</w:t>
      </w:r>
    </w:p>
    <w:tbl>
      <w:tblPr>
        <w:tblW w:w="999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60"/>
        <w:gridCol w:w="1620"/>
        <w:gridCol w:w="1710"/>
        <w:gridCol w:w="1800"/>
        <w:gridCol w:w="1800"/>
        <w:gridCol w:w="1800"/>
      </w:tblGrid>
      <w:tr w:rsidR="00F17559" w:rsidTr="00A515E1">
        <w:trPr>
          <w:cantSplit/>
          <w:jc w:val="center"/>
        </w:trPr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17559" w:rsidRPr="00E87D62" w:rsidRDefault="00F17559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17559" w:rsidRPr="00E87D62" w:rsidRDefault="00F17559" w:rsidP="00E87D62">
            <w:pPr>
              <w:pStyle w:val="TableHeading"/>
            </w:pPr>
            <w:r w:rsidRPr="00E87D62">
              <w:t>Interface</w:t>
            </w:r>
          </w:p>
        </w:tc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17559" w:rsidRPr="00E87D62" w:rsidRDefault="00F17559" w:rsidP="00E87D62">
            <w:pPr>
              <w:pStyle w:val="TableHeading"/>
            </w:pPr>
            <w:r w:rsidRPr="00E87D62">
              <w:t>IP Address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17559" w:rsidRPr="00E87D62" w:rsidRDefault="00F17559" w:rsidP="00E87D62">
            <w:pPr>
              <w:pStyle w:val="TableHeading"/>
            </w:pPr>
            <w:r w:rsidRPr="00E87D62">
              <w:t>Subnet Mask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17559" w:rsidRPr="00E87D62" w:rsidRDefault="00F17559" w:rsidP="00E87D62">
            <w:pPr>
              <w:pStyle w:val="TableHeading"/>
            </w:pPr>
            <w:r w:rsidRPr="00E87D62">
              <w:t>Default Gateway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17559" w:rsidRPr="00E87D62" w:rsidRDefault="00F17559" w:rsidP="00A515E1">
            <w:pPr>
              <w:pStyle w:val="TableHeading"/>
            </w:pPr>
            <w:r>
              <w:t>Switch Port</w:t>
            </w:r>
          </w:p>
        </w:tc>
      </w:tr>
      <w:tr w:rsidR="00F17559" w:rsidTr="00F17559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F17559" w:rsidRPr="002B446E" w:rsidRDefault="009D232E" w:rsidP="008D4C3B">
            <w:pPr>
              <w:pStyle w:val="TableText"/>
            </w:pPr>
            <w:r>
              <w:t>R1</w:t>
            </w:r>
          </w:p>
        </w:tc>
        <w:tc>
          <w:tcPr>
            <w:tcW w:w="1620" w:type="dxa"/>
            <w:vAlign w:val="bottom"/>
          </w:tcPr>
          <w:p w:rsidR="00F17559" w:rsidRPr="00D6773D" w:rsidRDefault="00F6367B" w:rsidP="008D4C3B">
            <w:pPr>
              <w:pStyle w:val="TableText"/>
            </w:pPr>
            <w:r>
              <w:t>G</w:t>
            </w:r>
            <w:r w:rsidR="00F17559" w:rsidRPr="00D6773D">
              <w:t>0/</w:t>
            </w:r>
            <w:r>
              <w:t>1</w:t>
            </w:r>
          </w:p>
        </w:tc>
        <w:tc>
          <w:tcPr>
            <w:tcW w:w="1710" w:type="dxa"/>
            <w:vAlign w:val="bottom"/>
          </w:tcPr>
          <w:p w:rsidR="00F17559" w:rsidRPr="00D6773D" w:rsidRDefault="00F17559" w:rsidP="008D4C3B">
            <w:pPr>
              <w:pStyle w:val="TableText"/>
            </w:pPr>
            <w:r w:rsidRPr="00D6773D">
              <w:t>192.168.1.1</w:t>
            </w:r>
          </w:p>
        </w:tc>
        <w:tc>
          <w:tcPr>
            <w:tcW w:w="1800" w:type="dxa"/>
            <w:vAlign w:val="bottom"/>
          </w:tcPr>
          <w:p w:rsidR="00F17559" w:rsidRPr="00D6773D" w:rsidRDefault="00F17559" w:rsidP="008D4C3B">
            <w:pPr>
              <w:pStyle w:val="TableText"/>
            </w:pPr>
            <w:r w:rsidRPr="00D6773D">
              <w:t>255.255.255.0</w:t>
            </w:r>
          </w:p>
        </w:tc>
        <w:tc>
          <w:tcPr>
            <w:tcW w:w="1800" w:type="dxa"/>
            <w:vAlign w:val="bottom"/>
          </w:tcPr>
          <w:p w:rsidR="00F17559" w:rsidRPr="00D6773D" w:rsidRDefault="00F17559" w:rsidP="008D4C3B">
            <w:pPr>
              <w:pStyle w:val="TableText"/>
            </w:pPr>
            <w:r w:rsidRPr="00D6773D">
              <w:t>N/A</w:t>
            </w:r>
          </w:p>
        </w:tc>
        <w:tc>
          <w:tcPr>
            <w:tcW w:w="1800" w:type="dxa"/>
          </w:tcPr>
          <w:p w:rsidR="00F17559" w:rsidRPr="00D6773D" w:rsidRDefault="00F17559" w:rsidP="008D4C3B">
            <w:pPr>
              <w:pStyle w:val="TableText"/>
            </w:pPr>
            <w:r w:rsidRPr="00D6773D">
              <w:t>S1 F0/</w:t>
            </w:r>
            <w:r w:rsidR="004A6C1E" w:rsidRPr="00D6773D">
              <w:t>1</w:t>
            </w:r>
          </w:p>
        </w:tc>
      </w:tr>
      <w:tr w:rsidR="00F17559" w:rsidTr="00F17559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F17559" w:rsidRPr="002B446E" w:rsidRDefault="00F17559" w:rsidP="008D4C3B">
            <w:pPr>
              <w:pStyle w:val="TableText"/>
            </w:pPr>
          </w:p>
        </w:tc>
        <w:tc>
          <w:tcPr>
            <w:tcW w:w="1620" w:type="dxa"/>
            <w:vAlign w:val="bottom"/>
          </w:tcPr>
          <w:p w:rsidR="00F17559" w:rsidRPr="00D6773D" w:rsidRDefault="00F17559" w:rsidP="008D4C3B">
            <w:pPr>
              <w:pStyle w:val="TableText"/>
            </w:pPr>
            <w:r w:rsidRPr="00D6773D">
              <w:t>S0/0/0</w:t>
            </w:r>
          </w:p>
        </w:tc>
        <w:tc>
          <w:tcPr>
            <w:tcW w:w="1710" w:type="dxa"/>
            <w:vAlign w:val="bottom"/>
          </w:tcPr>
          <w:p w:rsidR="00F17559" w:rsidRPr="00D6773D" w:rsidRDefault="00F17559" w:rsidP="008D4C3B">
            <w:pPr>
              <w:pStyle w:val="TableText"/>
            </w:pPr>
            <w:r w:rsidRPr="00D6773D">
              <w:t>10.1.1.1</w:t>
            </w:r>
          </w:p>
        </w:tc>
        <w:tc>
          <w:tcPr>
            <w:tcW w:w="1800" w:type="dxa"/>
            <w:vAlign w:val="bottom"/>
          </w:tcPr>
          <w:p w:rsidR="00F17559" w:rsidRPr="00D6773D" w:rsidRDefault="00F17559" w:rsidP="008D4C3B">
            <w:pPr>
              <w:pStyle w:val="TableText"/>
            </w:pPr>
            <w:r w:rsidRPr="00D6773D">
              <w:t>255.255.255.252</w:t>
            </w:r>
          </w:p>
        </w:tc>
        <w:tc>
          <w:tcPr>
            <w:tcW w:w="1800" w:type="dxa"/>
            <w:vAlign w:val="bottom"/>
          </w:tcPr>
          <w:p w:rsidR="00F17559" w:rsidRPr="00D6773D" w:rsidRDefault="00F17559" w:rsidP="008D4C3B">
            <w:pPr>
              <w:pStyle w:val="TableText"/>
            </w:pPr>
            <w:r w:rsidRPr="00D6773D">
              <w:t>N/A</w:t>
            </w:r>
          </w:p>
        </w:tc>
        <w:tc>
          <w:tcPr>
            <w:tcW w:w="1800" w:type="dxa"/>
          </w:tcPr>
          <w:p w:rsidR="00F17559" w:rsidRPr="00D6773D" w:rsidRDefault="00F17559" w:rsidP="008D4C3B">
            <w:pPr>
              <w:pStyle w:val="TableText"/>
            </w:pPr>
            <w:r w:rsidRPr="00D6773D">
              <w:t>N/A</w:t>
            </w:r>
          </w:p>
        </w:tc>
      </w:tr>
      <w:tr w:rsidR="00F17559" w:rsidTr="00F17559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F17559" w:rsidRPr="002B446E" w:rsidRDefault="009D232E" w:rsidP="008D4C3B">
            <w:pPr>
              <w:pStyle w:val="TableText"/>
            </w:pPr>
            <w:r>
              <w:t>R2</w:t>
            </w:r>
          </w:p>
        </w:tc>
        <w:tc>
          <w:tcPr>
            <w:tcW w:w="1620" w:type="dxa"/>
            <w:vAlign w:val="bottom"/>
          </w:tcPr>
          <w:p w:rsidR="00F17559" w:rsidRPr="00D6773D" w:rsidRDefault="00F17559" w:rsidP="008D4C3B">
            <w:pPr>
              <w:pStyle w:val="TableText"/>
            </w:pPr>
            <w:r w:rsidRPr="00D6773D">
              <w:t>S0/0/0</w:t>
            </w:r>
            <w:r w:rsidR="004A6C1E" w:rsidRPr="00D6773D">
              <w:t xml:space="preserve"> (DCE)</w:t>
            </w:r>
          </w:p>
        </w:tc>
        <w:tc>
          <w:tcPr>
            <w:tcW w:w="1710" w:type="dxa"/>
            <w:vAlign w:val="bottom"/>
          </w:tcPr>
          <w:p w:rsidR="00F17559" w:rsidRPr="00D6773D" w:rsidRDefault="00F17559" w:rsidP="008D4C3B">
            <w:pPr>
              <w:pStyle w:val="TableText"/>
            </w:pPr>
            <w:r w:rsidRPr="00D6773D">
              <w:t>10.1.1.2</w:t>
            </w:r>
          </w:p>
        </w:tc>
        <w:tc>
          <w:tcPr>
            <w:tcW w:w="1800" w:type="dxa"/>
            <w:vAlign w:val="bottom"/>
          </w:tcPr>
          <w:p w:rsidR="00F17559" w:rsidRPr="00D6773D" w:rsidRDefault="00F17559" w:rsidP="008D4C3B">
            <w:pPr>
              <w:pStyle w:val="TableText"/>
            </w:pPr>
            <w:r w:rsidRPr="00D6773D">
              <w:t>255.255.255.252</w:t>
            </w:r>
          </w:p>
        </w:tc>
        <w:tc>
          <w:tcPr>
            <w:tcW w:w="1800" w:type="dxa"/>
            <w:vAlign w:val="bottom"/>
          </w:tcPr>
          <w:p w:rsidR="00F17559" w:rsidRPr="00D6773D" w:rsidRDefault="00F17559" w:rsidP="008D4C3B">
            <w:pPr>
              <w:pStyle w:val="TableText"/>
            </w:pPr>
            <w:r w:rsidRPr="00D6773D">
              <w:t>N/A</w:t>
            </w:r>
          </w:p>
        </w:tc>
        <w:tc>
          <w:tcPr>
            <w:tcW w:w="1800" w:type="dxa"/>
          </w:tcPr>
          <w:p w:rsidR="00F17559" w:rsidRPr="00D6773D" w:rsidRDefault="00F17559" w:rsidP="008D4C3B">
            <w:pPr>
              <w:pStyle w:val="TableText"/>
            </w:pPr>
            <w:r w:rsidRPr="00D6773D">
              <w:t>N/A</w:t>
            </w:r>
          </w:p>
        </w:tc>
      </w:tr>
      <w:tr w:rsidR="00F17559" w:rsidTr="00F17559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F17559" w:rsidRPr="002B446E" w:rsidRDefault="00F17559" w:rsidP="008D4C3B">
            <w:pPr>
              <w:pStyle w:val="TableText"/>
            </w:pPr>
          </w:p>
        </w:tc>
        <w:tc>
          <w:tcPr>
            <w:tcW w:w="1620" w:type="dxa"/>
            <w:vAlign w:val="bottom"/>
          </w:tcPr>
          <w:p w:rsidR="00F17559" w:rsidRPr="00D6773D" w:rsidRDefault="00F17559" w:rsidP="008D4C3B">
            <w:pPr>
              <w:pStyle w:val="TableText"/>
            </w:pPr>
            <w:r w:rsidRPr="00D6773D">
              <w:t>S0/0/1 (DCE)</w:t>
            </w:r>
          </w:p>
        </w:tc>
        <w:tc>
          <w:tcPr>
            <w:tcW w:w="1710" w:type="dxa"/>
            <w:vAlign w:val="bottom"/>
          </w:tcPr>
          <w:p w:rsidR="00F17559" w:rsidRPr="00D6773D" w:rsidRDefault="00F17559" w:rsidP="008D4C3B">
            <w:pPr>
              <w:pStyle w:val="TableText"/>
            </w:pPr>
            <w:r w:rsidRPr="00D6773D">
              <w:t>10.2.2.2</w:t>
            </w:r>
          </w:p>
        </w:tc>
        <w:tc>
          <w:tcPr>
            <w:tcW w:w="1800" w:type="dxa"/>
            <w:vAlign w:val="bottom"/>
          </w:tcPr>
          <w:p w:rsidR="00F17559" w:rsidRPr="00D6773D" w:rsidRDefault="00F17559" w:rsidP="008D4C3B">
            <w:pPr>
              <w:pStyle w:val="TableText"/>
            </w:pPr>
            <w:r w:rsidRPr="00D6773D">
              <w:t>255.255.255.252</w:t>
            </w:r>
          </w:p>
        </w:tc>
        <w:tc>
          <w:tcPr>
            <w:tcW w:w="1800" w:type="dxa"/>
            <w:vAlign w:val="bottom"/>
          </w:tcPr>
          <w:p w:rsidR="00F17559" w:rsidRPr="00D6773D" w:rsidRDefault="00F17559" w:rsidP="008D4C3B">
            <w:pPr>
              <w:pStyle w:val="TableText"/>
            </w:pPr>
            <w:r w:rsidRPr="00D6773D">
              <w:t>N/A</w:t>
            </w:r>
          </w:p>
        </w:tc>
        <w:tc>
          <w:tcPr>
            <w:tcW w:w="1800" w:type="dxa"/>
          </w:tcPr>
          <w:p w:rsidR="00F17559" w:rsidRPr="00D6773D" w:rsidRDefault="00F17559" w:rsidP="008D4C3B">
            <w:pPr>
              <w:pStyle w:val="TableText"/>
            </w:pPr>
            <w:r w:rsidRPr="00D6773D">
              <w:t>N/A</w:t>
            </w:r>
          </w:p>
        </w:tc>
      </w:tr>
      <w:tr w:rsidR="00F17559" w:rsidTr="00F17559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F17559" w:rsidRPr="002B446E" w:rsidRDefault="009D232E" w:rsidP="008D4C3B">
            <w:pPr>
              <w:pStyle w:val="TableText"/>
            </w:pPr>
            <w:r>
              <w:t>R3</w:t>
            </w:r>
          </w:p>
        </w:tc>
        <w:tc>
          <w:tcPr>
            <w:tcW w:w="1620" w:type="dxa"/>
            <w:vAlign w:val="bottom"/>
          </w:tcPr>
          <w:p w:rsidR="00F17559" w:rsidRPr="00D6773D" w:rsidRDefault="00F6367B" w:rsidP="008D4C3B">
            <w:pPr>
              <w:pStyle w:val="TableText"/>
            </w:pPr>
            <w:r>
              <w:t>G0/1</w:t>
            </w:r>
          </w:p>
        </w:tc>
        <w:tc>
          <w:tcPr>
            <w:tcW w:w="1710" w:type="dxa"/>
            <w:vAlign w:val="bottom"/>
          </w:tcPr>
          <w:p w:rsidR="00F17559" w:rsidRPr="00D6773D" w:rsidRDefault="00F17559" w:rsidP="008D4C3B">
            <w:pPr>
              <w:pStyle w:val="TableText"/>
            </w:pPr>
            <w:r w:rsidRPr="00D6773D">
              <w:t>192.168.3.1</w:t>
            </w:r>
          </w:p>
        </w:tc>
        <w:tc>
          <w:tcPr>
            <w:tcW w:w="1800" w:type="dxa"/>
            <w:vAlign w:val="bottom"/>
          </w:tcPr>
          <w:p w:rsidR="00F17559" w:rsidRPr="00D6773D" w:rsidRDefault="00F17559" w:rsidP="008D4C3B">
            <w:pPr>
              <w:pStyle w:val="TableText"/>
            </w:pPr>
            <w:r w:rsidRPr="00D6773D">
              <w:t>255.255.255.0</w:t>
            </w:r>
          </w:p>
        </w:tc>
        <w:tc>
          <w:tcPr>
            <w:tcW w:w="1800" w:type="dxa"/>
            <w:vAlign w:val="bottom"/>
          </w:tcPr>
          <w:p w:rsidR="00F17559" w:rsidRPr="00D6773D" w:rsidRDefault="00F17559" w:rsidP="008D4C3B">
            <w:pPr>
              <w:pStyle w:val="TableText"/>
            </w:pPr>
            <w:r w:rsidRPr="00D6773D">
              <w:t>N/A</w:t>
            </w:r>
          </w:p>
        </w:tc>
        <w:tc>
          <w:tcPr>
            <w:tcW w:w="1800" w:type="dxa"/>
          </w:tcPr>
          <w:p w:rsidR="00F17559" w:rsidRPr="00D6773D" w:rsidRDefault="00F17559" w:rsidP="008D4C3B">
            <w:pPr>
              <w:pStyle w:val="TableText"/>
            </w:pPr>
            <w:r w:rsidRPr="00D6773D">
              <w:t>S3 F0/</w:t>
            </w:r>
            <w:r w:rsidR="004A6C1E" w:rsidRPr="00D6773D">
              <w:t>1</w:t>
            </w:r>
          </w:p>
        </w:tc>
      </w:tr>
      <w:tr w:rsidR="00F17559" w:rsidTr="00F17559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F17559" w:rsidRPr="00D6773D" w:rsidRDefault="00F17559" w:rsidP="008D4C3B">
            <w:pPr>
              <w:pStyle w:val="TableText"/>
            </w:pPr>
          </w:p>
        </w:tc>
        <w:tc>
          <w:tcPr>
            <w:tcW w:w="1620" w:type="dxa"/>
            <w:vAlign w:val="bottom"/>
          </w:tcPr>
          <w:p w:rsidR="00F17559" w:rsidRPr="00D6773D" w:rsidRDefault="00F17559" w:rsidP="008D4C3B">
            <w:pPr>
              <w:pStyle w:val="TableText"/>
            </w:pPr>
            <w:r w:rsidRPr="00D6773D">
              <w:t>S0/0/</w:t>
            </w:r>
            <w:r w:rsidR="004A6C1E" w:rsidRPr="00D6773D">
              <w:t>0</w:t>
            </w:r>
          </w:p>
        </w:tc>
        <w:tc>
          <w:tcPr>
            <w:tcW w:w="1710" w:type="dxa"/>
            <w:vAlign w:val="bottom"/>
          </w:tcPr>
          <w:p w:rsidR="00F17559" w:rsidRPr="00D6773D" w:rsidRDefault="00F17559" w:rsidP="008D4C3B">
            <w:pPr>
              <w:pStyle w:val="TableText"/>
            </w:pPr>
            <w:r w:rsidRPr="00D6773D">
              <w:t>10.2.2.1</w:t>
            </w:r>
          </w:p>
        </w:tc>
        <w:tc>
          <w:tcPr>
            <w:tcW w:w="1800" w:type="dxa"/>
            <w:vAlign w:val="bottom"/>
          </w:tcPr>
          <w:p w:rsidR="00F17559" w:rsidRPr="00D6773D" w:rsidRDefault="00F17559" w:rsidP="008D4C3B">
            <w:pPr>
              <w:pStyle w:val="TableText"/>
            </w:pPr>
            <w:r w:rsidRPr="00D6773D">
              <w:t>255.255.255.252</w:t>
            </w:r>
          </w:p>
        </w:tc>
        <w:tc>
          <w:tcPr>
            <w:tcW w:w="1800" w:type="dxa"/>
            <w:vAlign w:val="bottom"/>
          </w:tcPr>
          <w:p w:rsidR="00F17559" w:rsidRPr="00D6773D" w:rsidRDefault="00F17559" w:rsidP="008D4C3B">
            <w:pPr>
              <w:pStyle w:val="TableText"/>
            </w:pPr>
            <w:r w:rsidRPr="00D6773D">
              <w:t>N/A</w:t>
            </w:r>
          </w:p>
        </w:tc>
        <w:tc>
          <w:tcPr>
            <w:tcW w:w="1800" w:type="dxa"/>
          </w:tcPr>
          <w:p w:rsidR="00F17559" w:rsidRPr="00D6773D" w:rsidRDefault="00F17559" w:rsidP="008D4C3B">
            <w:pPr>
              <w:pStyle w:val="TableText"/>
            </w:pPr>
            <w:r w:rsidRPr="00D6773D">
              <w:t>N/A</w:t>
            </w:r>
          </w:p>
        </w:tc>
      </w:tr>
      <w:tr w:rsidR="004A6C1E" w:rsidTr="00F17559">
        <w:trPr>
          <w:cantSplit/>
          <w:jc w:val="center"/>
        </w:trPr>
        <w:tc>
          <w:tcPr>
            <w:tcW w:w="1260" w:type="dxa"/>
            <w:vAlign w:val="bottom"/>
          </w:tcPr>
          <w:p w:rsidR="004A6C1E" w:rsidRPr="00D6773D" w:rsidRDefault="004A6C1E" w:rsidP="008D4C3B">
            <w:pPr>
              <w:pStyle w:val="TableText"/>
            </w:pPr>
            <w:r w:rsidRPr="00D6773D">
              <w:t>Syslog</w:t>
            </w:r>
          </w:p>
        </w:tc>
        <w:tc>
          <w:tcPr>
            <w:tcW w:w="1620" w:type="dxa"/>
            <w:vAlign w:val="bottom"/>
          </w:tcPr>
          <w:p w:rsidR="004A6C1E" w:rsidRPr="00D6773D" w:rsidRDefault="004A6C1E" w:rsidP="008D4C3B">
            <w:pPr>
              <w:pStyle w:val="TableText"/>
            </w:pPr>
            <w:r w:rsidRPr="00D6773D">
              <w:t>NIC</w:t>
            </w:r>
          </w:p>
        </w:tc>
        <w:tc>
          <w:tcPr>
            <w:tcW w:w="1710" w:type="dxa"/>
            <w:vAlign w:val="bottom"/>
          </w:tcPr>
          <w:p w:rsidR="004A6C1E" w:rsidRPr="00D6773D" w:rsidRDefault="004A6C1E" w:rsidP="008D4C3B">
            <w:pPr>
              <w:pStyle w:val="TableText"/>
            </w:pPr>
            <w:r w:rsidRPr="00D6773D">
              <w:t>192.168.1.50</w:t>
            </w:r>
          </w:p>
        </w:tc>
        <w:tc>
          <w:tcPr>
            <w:tcW w:w="1800" w:type="dxa"/>
            <w:vAlign w:val="bottom"/>
          </w:tcPr>
          <w:p w:rsidR="004A6C1E" w:rsidRPr="00D6773D" w:rsidRDefault="004A6C1E" w:rsidP="008D4C3B">
            <w:pPr>
              <w:pStyle w:val="TableText"/>
            </w:pPr>
            <w:r w:rsidRPr="00D6773D">
              <w:t>255.255.255.0</w:t>
            </w:r>
          </w:p>
        </w:tc>
        <w:tc>
          <w:tcPr>
            <w:tcW w:w="1800" w:type="dxa"/>
            <w:vAlign w:val="bottom"/>
          </w:tcPr>
          <w:p w:rsidR="004A6C1E" w:rsidRPr="00D6773D" w:rsidRDefault="004A6C1E" w:rsidP="008D4C3B">
            <w:pPr>
              <w:pStyle w:val="TableText"/>
            </w:pPr>
            <w:r w:rsidRPr="00D6773D">
              <w:t>192.168.1.1</w:t>
            </w:r>
          </w:p>
        </w:tc>
        <w:tc>
          <w:tcPr>
            <w:tcW w:w="1800" w:type="dxa"/>
          </w:tcPr>
          <w:p w:rsidR="004A6C1E" w:rsidRPr="00D6773D" w:rsidRDefault="00F6367B" w:rsidP="008D4C3B">
            <w:pPr>
              <w:pStyle w:val="TableText"/>
            </w:pPr>
            <w:r>
              <w:t>S1 F</w:t>
            </w:r>
            <w:r w:rsidR="004A6C1E" w:rsidRPr="00D6773D">
              <w:t>0/2</w:t>
            </w:r>
          </w:p>
        </w:tc>
      </w:tr>
      <w:tr w:rsidR="00F17559" w:rsidTr="00F17559">
        <w:trPr>
          <w:cantSplit/>
          <w:jc w:val="center"/>
        </w:trPr>
        <w:tc>
          <w:tcPr>
            <w:tcW w:w="1260" w:type="dxa"/>
            <w:vAlign w:val="bottom"/>
          </w:tcPr>
          <w:p w:rsidR="00F17559" w:rsidRPr="00D6773D" w:rsidRDefault="00F17559" w:rsidP="008D4C3B">
            <w:pPr>
              <w:pStyle w:val="TableText"/>
            </w:pPr>
            <w:r w:rsidRPr="00D6773D">
              <w:t>PC-A</w:t>
            </w:r>
          </w:p>
        </w:tc>
        <w:tc>
          <w:tcPr>
            <w:tcW w:w="1620" w:type="dxa"/>
            <w:vAlign w:val="bottom"/>
          </w:tcPr>
          <w:p w:rsidR="00F17559" w:rsidRPr="00D6773D" w:rsidRDefault="00F17559" w:rsidP="008D4C3B">
            <w:pPr>
              <w:pStyle w:val="TableText"/>
            </w:pPr>
            <w:r w:rsidRPr="00D6773D">
              <w:t>NIC</w:t>
            </w:r>
          </w:p>
        </w:tc>
        <w:tc>
          <w:tcPr>
            <w:tcW w:w="1710" w:type="dxa"/>
            <w:vAlign w:val="bottom"/>
          </w:tcPr>
          <w:p w:rsidR="00F17559" w:rsidRPr="00D6773D" w:rsidRDefault="00F17559" w:rsidP="008D4C3B">
            <w:pPr>
              <w:pStyle w:val="TableText"/>
            </w:pPr>
            <w:r w:rsidRPr="00D6773D">
              <w:t>192.168.1.</w:t>
            </w:r>
            <w:r w:rsidR="004A6C1E" w:rsidRPr="00D6773D">
              <w:t>2</w:t>
            </w:r>
          </w:p>
        </w:tc>
        <w:tc>
          <w:tcPr>
            <w:tcW w:w="1800" w:type="dxa"/>
            <w:vAlign w:val="bottom"/>
          </w:tcPr>
          <w:p w:rsidR="00F17559" w:rsidRPr="00D6773D" w:rsidRDefault="00F17559" w:rsidP="008D4C3B">
            <w:pPr>
              <w:pStyle w:val="TableText"/>
            </w:pPr>
            <w:r w:rsidRPr="00D6773D">
              <w:t>255.255.255.0</w:t>
            </w:r>
          </w:p>
        </w:tc>
        <w:tc>
          <w:tcPr>
            <w:tcW w:w="1800" w:type="dxa"/>
            <w:vAlign w:val="bottom"/>
          </w:tcPr>
          <w:p w:rsidR="00F17559" w:rsidRPr="00D6773D" w:rsidRDefault="00F17559" w:rsidP="008D4C3B">
            <w:pPr>
              <w:pStyle w:val="TableText"/>
            </w:pPr>
            <w:r w:rsidRPr="00D6773D">
              <w:t>192.168.1.1</w:t>
            </w:r>
          </w:p>
        </w:tc>
        <w:tc>
          <w:tcPr>
            <w:tcW w:w="1800" w:type="dxa"/>
          </w:tcPr>
          <w:p w:rsidR="00F17559" w:rsidRPr="00D6773D" w:rsidRDefault="00F17559" w:rsidP="008D4C3B">
            <w:pPr>
              <w:pStyle w:val="TableText"/>
            </w:pPr>
            <w:r w:rsidRPr="00D6773D">
              <w:t>S1 F0/</w:t>
            </w:r>
            <w:r w:rsidR="005C6DF4" w:rsidRPr="00D6773D">
              <w:t>3</w:t>
            </w:r>
          </w:p>
        </w:tc>
      </w:tr>
      <w:tr w:rsidR="00F17559" w:rsidTr="00F17559">
        <w:trPr>
          <w:cantSplit/>
          <w:jc w:val="center"/>
        </w:trPr>
        <w:tc>
          <w:tcPr>
            <w:tcW w:w="1260" w:type="dxa"/>
            <w:vAlign w:val="bottom"/>
          </w:tcPr>
          <w:p w:rsidR="00F17559" w:rsidRPr="00D6773D" w:rsidRDefault="00F17559" w:rsidP="008D4C3B">
            <w:pPr>
              <w:pStyle w:val="TableText"/>
            </w:pPr>
            <w:r w:rsidRPr="00D6773D">
              <w:t>PC-C</w:t>
            </w:r>
          </w:p>
        </w:tc>
        <w:tc>
          <w:tcPr>
            <w:tcW w:w="1620" w:type="dxa"/>
            <w:vAlign w:val="bottom"/>
          </w:tcPr>
          <w:p w:rsidR="00F17559" w:rsidRPr="00D6773D" w:rsidRDefault="00F17559" w:rsidP="008D4C3B">
            <w:pPr>
              <w:pStyle w:val="TableText"/>
            </w:pPr>
            <w:r w:rsidRPr="00D6773D">
              <w:t>NIC</w:t>
            </w:r>
          </w:p>
        </w:tc>
        <w:tc>
          <w:tcPr>
            <w:tcW w:w="1710" w:type="dxa"/>
            <w:vAlign w:val="bottom"/>
          </w:tcPr>
          <w:p w:rsidR="00F17559" w:rsidRPr="00D6773D" w:rsidRDefault="00F17559" w:rsidP="008D4C3B">
            <w:pPr>
              <w:pStyle w:val="TableText"/>
            </w:pPr>
            <w:r w:rsidRPr="00D6773D">
              <w:t>192.168.3.</w:t>
            </w:r>
            <w:r w:rsidR="004A6C1E" w:rsidRPr="00D6773D">
              <w:t>2</w:t>
            </w:r>
          </w:p>
        </w:tc>
        <w:tc>
          <w:tcPr>
            <w:tcW w:w="1800" w:type="dxa"/>
            <w:vAlign w:val="bottom"/>
          </w:tcPr>
          <w:p w:rsidR="00F17559" w:rsidRPr="00D6773D" w:rsidRDefault="00F17559" w:rsidP="008D4C3B">
            <w:pPr>
              <w:pStyle w:val="TableText"/>
            </w:pPr>
            <w:r w:rsidRPr="00D6773D">
              <w:t>255.255.255.0</w:t>
            </w:r>
          </w:p>
        </w:tc>
        <w:tc>
          <w:tcPr>
            <w:tcW w:w="1800" w:type="dxa"/>
            <w:vAlign w:val="bottom"/>
          </w:tcPr>
          <w:p w:rsidR="00F17559" w:rsidRPr="00D6773D" w:rsidRDefault="00F17559" w:rsidP="008D4C3B">
            <w:pPr>
              <w:pStyle w:val="TableText"/>
            </w:pPr>
            <w:r w:rsidRPr="00D6773D">
              <w:t>192.168.3.1</w:t>
            </w:r>
          </w:p>
        </w:tc>
        <w:tc>
          <w:tcPr>
            <w:tcW w:w="1800" w:type="dxa"/>
          </w:tcPr>
          <w:p w:rsidR="00F17559" w:rsidRPr="00D6773D" w:rsidRDefault="00F17559" w:rsidP="008D4C3B">
            <w:pPr>
              <w:pStyle w:val="TableText"/>
            </w:pPr>
            <w:r w:rsidRPr="00D6773D">
              <w:t>S3 F0</w:t>
            </w:r>
            <w:r w:rsidR="004A6C1E" w:rsidRPr="00D6773D">
              <w:t>/2</w:t>
            </w:r>
          </w:p>
        </w:tc>
      </w:tr>
    </w:tbl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040203" w:rsidRDefault="00040203" w:rsidP="00040203">
      <w:pPr>
        <w:pStyle w:val="Bulletlevel1"/>
      </w:pPr>
      <w:r>
        <w:t>Enable IOS IPS.</w:t>
      </w:r>
    </w:p>
    <w:p w:rsidR="00040203" w:rsidRDefault="00040203" w:rsidP="00040203">
      <w:pPr>
        <w:pStyle w:val="Bulletlevel1"/>
      </w:pPr>
      <w:r>
        <w:t>Configure logging.</w:t>
      </w:r>
    </w:p>
    <w:p w:rsidR="00040203" w:rsidRDefault="00040203" w:rsidP="00040203">
      <w:pPr>
        <w:pStyle w:val="Bulletlevel1"/>
      </w:pPr>
      <w:r>
        <w:t>Modify an IPS signature.</w:t>
      </w:r>
    </w:p>
    <w:p w:rsidR="004A6C1E" w:rsidRDefault="004A6C1E" w:rsidP="004A6C1E">
      <w:pPr>
        <w:pStyle w:val="Bulletlevel1"/>
      </w:pPr>
      <w:r>
        <w:t>Verify IPS.</w:t>
      </w:r>
    </w:p>
    <w:p w:rsidR="00231DCA" w:rsidRPr="008402F2" w:rsidRDefault="00231DCA" w:rsidP="008402F2">
      <w:pPr>
        <w:pStyle w:val="LabSection"/>
        <w:rPr>
          <w:rFonts w:eastAsia="Arial"/>
        </w:rPr>
      </w:pPr>
      <w:r w:rsidRPr="008402F2">
        <w:rPr>
          <w:rFonts w:eastAsia="Arial"/>
        </w:rPr>
        <w:t>Background</w:t>
      </w:r>
      <w:r w:rsidR="008402F2">
        <w:t xml:space="preserve"> / Scenario</w:t>
      </w:r>
    </w:p>
    <w:p w:rsidR="00040203" w:rsidRDefault="00040203" w:rsidP="00040203">
      <w:pPr>
        <w:pStyle w:val="BodyTextL25"/>
      </w:pPr>
      <w:r>
        <w:t xml:space="preserve">Your task is to enable IPS on </w:t>
      </w:r>
      <w:r w:rsidR="00EC0A44" w:rsidRPr="00A66634">
        <w:t>R1</w:t>
      </w:r>
      <w:r>
        <w:t xml:space="preserve"> to scan traffic entering the 192.168.1.0 network.</w:t>
      </w:r>
    </w:p>
    <w:p w:rsidR="00040203" w:rsidRDefault="0015030A" w:rsidP="00040203">
      <w:pPr>
        <w:pStyle w:val="BodyTextL25"/>
      </w:pPr>
      <w:r>
        <w:t xml:space="preserve">The server labeled </w:t>
      </w:r>
      <w:r w:rsidR="00040203">
        <w:t xml:space="preserve">Syslog is used to log IPS messages. You must configure the router to identify the </w:t>
      </w:r>
      <w:r w:rsidR="005C6DF4">
        <w:t>s</w:t>
      </w:r>
      <w:r w:rsidR="00040203">
        <w:t xml:space="preserve">yslog server to receive logging messages. Displaying the correct time and date in syslog messages is vital when using syslog to monitor the network. Set the clock and configure </w:t>
      </w:r>
      <w:r w:rsidR="00002EA4">
        <w:t xml:space="preserve">the </w:t>
      </w:r>
      <w:r w:rsidR="00040203">
        <w:t>timestamp service for logging on the routers. Finally, enable IPS to produce an alert and drop ICMP echo reply packets inline.</w:t>
      </w:r>
    </w:p>
    <w:p w:rsidR="00040203" w:rsidRDefault="00040203" w:rsidP="00040203">
      <w:pPr>
        <w:pStyle w:val="BodyTextL25"/>
      </w:pPr>
      <w:r>
        <w:t>The server and PCs have been preconfigured. The routers have also been preconfigured with the following:</w:t>
      </w:r>
    </w:p>
    <w:p w:rsidR="00040203" w:rsidRPr="006065BF" w:rsidRDefault="00040203" w:rsidP="005B6A3D">
      <w:pPr>
        <w:pStyle w:val="Bulletlevel2"/>
      </w:pPr>
      <w:r>
        <w:lastRenderedPageBreak/>
        <w:t xml:space="preserve">Enable password: </w:t>
      </w:r>
      <w:r w:rsidRPr="004C006B">
        <w:rPr>
          <w:b/>
        </w:rPr>
        <w:t>c</w:t>
      </w:r>
      <w:r>
        <w:rPr>
          <w:b/>
        </w:rPr>
        <w:t>iscoen</w:t>
      </w:r>
      <w:r w:rsidRPr="004C006B">
        <w:rPr>
          <w:b/>
        </w:rPr>
        <w:t>pa55</w:t>
      </w:r>
    </w:p>
    <w:p w:rsidR="00040203" w:rsidRPr="006065BF" w:rsidRDefault="00040203" w:rsidP="005B6A3D">
      <w:pPr>
        <w:pStyle w:val="Bulletlevel2"/>
      </w:pPr>
      <w:r>
        <w:t xml:space="preserve">Console password: </w:t>
      </w:r>
      <w:r>
        <w:rPr>
          <w:b/>
        </w:rPr>
        <w:t>ciscoconpa55</w:t>
      </w:r>
    </w:p>
    <w:p w:rsidR="00040203" w:rsidRDefault="00E07FDB" w:rsidP="005B6A3D">
      <w:pPr>
        <w:pStyle w:val="Bulletlevel2"/>
      </w:pPr>
      <w:r>
        <w:t xml:space="preserve">SSH username and password: </w:t>
      </w:r>
      <w:r>
        <w:rPr>
          <w:b/>
        </w:rPr>
        <w:t>SSHadmin</w:t>
      </w:r>
      <w:r w:rsidRPr="00E07FDB">
        <w:t xml:space="preserve"> / </w:t>
      </w:r>
      <w:r>
        <w:rPr>
          <w:b/>
        </w:rPr>
        <w:t>ciscosshpa55</w:t>
      </w:r>
    </w:p>
    <w:p w:rsidR="00040203" w:rsidRDefault="001731EF" w:rsidP="005B6A3D">
      <w:pPr>
        <w:pStyle w:val="Bulletlevel2"/>
      </w:pPr>
      <w:r>
        <w:t>OSPF</w:t>
      </w:r>
      <w:r w:rsidR="00040203">
        <w:t xml:space="preserve"> 101</w:t>
      </w:r>
    </w:p>
    <w:p w:rsidR="00040203" w:rsidRPr="00532389" w:rsidRDefault="00040203" w:rsidP="00A03F61">
      <w:pPr>
        <w:pStyle w:val="PartHead"/>
      </w:pPr>
      <w:r>
        <w:t>Enable IOS IPS</w:t>
      </w:r>
    </w:p>
    <w:p w:rsidR="00040203" w:rsidRPr="00532389" w:rsidRDefault="004A6C1E" w:rsidP="004A6C1E">
      <w:pPr>
        <w:pStyle w:val="BodyTextL25"/>
      </w:pPr>
      <w:r w:rsidRPr="004A6C1E">
        <w:rPr>
          <w:b/>
        </w:rPr>
        <w:t>Note</w:t>
      </w:r>
      <w:r>
        <w:t xml:space="preserve">: </w:t>
      </w:r>
      <w:r w:rsidR="00040203" w:rsidRPr="00532389">
        <w:t xml:space="preserve">Within Packet </w:t>
      </w:r>
      <w:r w:rsidR="00040203">
        <w:t>T</w:t>
      </w:r>
      <w:r w:rsidR="00040203" w:rsidRPr="00532389">
        <w:t>racer, the routers already have the signatur</w:t>
      </w:r>
      <w:r w:rsidR="00040203">
        <w:t>e files imported and</w:t>
      </w:r>
      <w:r>
        <w:t xml:space="preserve"> in place.</w:t>
      </w:r>
      <w:r w:rsidR="00A515E1">
        <w:t xml:space="preserve"> </w:t>
      </w:r>
      <w:r w:rsidR="00040203" w:rsidRPr="00532389">
        <w:t>They are the default xml files in flash. For this reason, it is not necessary to configure the public crypto key and complete a manual import of the signature files.</w:t>
      </w:r>
    </w:p>
    <w:p w:rsidR="008766F6" w:rsidRDefault="008766F6" w:rsidP="008766F6">
      <w:pPr>
        <w:pStyle w:val="StepHead"/>
        <w:ind w:left="792" w:hanging="792"/>
      </w:pPr>
      <w:r>
        <w:t>Enable the Security Technology package.</w:t>
      </w:r>
    </w:p>
    <w:p w:rsidR="008766F6" w:rsidRDefault="008766F6" w:rsidP="008766F6">
      <w:pPr>
        <w:pStyle w:val="SubStepAlpha"/>
      </w:pPr>
      <w:r>
        <w:t xml:space="preserve">On </w:t>
      </w:r>
      <w:r>
        <w:rPr>
          <w:b/>
        </w:rPr>
        <w:t>R1</w:t>
      </w:r>
      <w:r>
        <w:t xml:space="preserve">, issue the </w:t>
      </w:r>
      <w:r>
        <w:rPr>
          <w:b/>
        </w:rPr>
        <w:t>show version</w:t>
      </w:r>
      <w:r>
        <w:t xml:space="preserve"> command to view the Technology Package license information.</w:t>
      </w:r>
    </w:p>
    <w:p w:rsidR="008766F6" w:rsidRDefault="008766F6" w:rsidP="008766F6">
      <w:pPr>
        <w:pStyle w:val="SubStepAlpha"/>
      </w:pPr>
      <w:r>
        <w:t>If the Security Technology package has not been enabled, use the following command to enable the package.</w:t>
      </w:r>
    </w:p>
    <w:p w:rsidR="008766F6" w:rsidRDefault="008766F6" w:rsidP="008766F6">
      <w:pPr>
        <w:pStyle w:val="CMD"/>
        <w:rPr>
          <w:b/>
        </w:rPr>
      </w:pPr>
      <w:r>
        <w:t>R1</w:t>
      </w:r>
      <w:r w:rsidRPr="009B405A">
        <w:t xml:space="preserve">(config)# </w:t>
      </w:r>
      <w:r w:rsidRPr="009B405A">
        <w:rPr>
          <w:b/>
        </w:rPr>
        <w:t>license boot module c1900 technology-package securityk9</w:t>
      </w:r>
    </w:p>
    <w:p w:rsidR="008766F6" w:rsidRDefault="008766F6" w:rsidP="008766F6">
      <w:pPr>
        <w:pStyle w:val="SubStepAlpha"/>
      </w:pPr>
      <w:r>
        <w:t>Accept the end user license agreement.</w:t>
      </w:r>
    </w:p>
    <w:p w:rsidR="008766F6" w:rsidRDefault="008766F6" w:rsidP="008766F6">
      <w:pPr>
        <w:pStyle w:val="SubStepAlpha"/>
      </w:pPr>
      <w:r>
        <w:t>Save the running-config and reload the router to enable the security license.</w:t>
      </w:r>
    </w:p>
    <w:p w:rsidR="008766F6" w:rsidRDefault="008766F6" w:rsidP="008766F6">
      <w:pPr>
        <w:pStyle w:val="SubStepAlpha"/>
      </w:pPr>
      <w:r>
        <w:t xml:space="preserve">Verify that the Security Technology package has been enabled by using the </w:t>
      </w:r>
      <w:r>
        <w:rPr>
          <w:b/>
        </w:rPr>
        <w:t>show version</w:t>
      </w:r>
      <w:r>
        <w:t xml:space="preserve"> command.</w:t>
      </w:r>
    </w:p>
    <w:p w:rsidR="008766F6" w:rsidRDefault="008766F6" w:rsidP="008766F6">
      <w:pPr>
        <w:pStyle w:val="StepHead"/>
      </w:pPr>
      <w:r>
        <w:t>Verify network connectivity.</w:t>
      </w:r>
    </w:p>
    <w:p w:rsidR="008766F6" w:rsidRDefault="008766F6" w:rsidP="008766F6">
      <w:pPr>
        <w:pStyle w:val="SubStepAlpha"/>
      </w:pPr>
      <w:r w:rsidRPr="005B6A3D">
        <w:t>Ping</w:t>
      </w:r>
      <w:r>
        <w:t xml:space="preserve"> from </w:t>
      </w:r>
      <w:r w:rsidRPr="00EC0A44">
        <w:rPr>
          <w:b/>
        </w:rPr>
        <w:t>PC-C</w:t>
      </w:r>
      <w:r>
        <w:t xml:space="preserve"> to </w:t>
      </w:r>
      <w:r w:rsidRPr="00EC0A44">
        <w:rPr>
          <w:b/>
        </w:rPr>
        <w:t>PC-A</w:t>
      </w:r>
      <w:r w:rsidRPr="00532389">
        <w:t xml:space="preserve">. </w:t>
      </w:r>
      <w:r>
        <w:t>The ping should be successful.</w:t>
      </w:r>
    </w:p>
    <w:p w:rsidR="008766F6" w:rsidRPr="00CC1587" w:rsidRDefault="008766F6" w:rsidP="008766F6">
      <w:pPr>
        <w:pStyle w:val="SubStepAlpha"/>
      </w:pPr>
      <w:r w:rsidRPr="005B6A3D">
        <w:t>Ping from</w:t>
      </w:r>
      <w:r w:rsidRPr="00CC1587">
        <w:t xml:space="preserve"> </w:t>
      </w:r>
      <w:r w:rsidRPr="00EC0A44">
        <w:rPr>
          <w:b/>
        </w:rPr>
        <w:t>PC-A</w:t>
      </w:r>
      <w:r w:rsidRPr="00CC1587">
        <w:t xml:space="preserve"> to </w:t>
      </w:r>
      <w:r w:rsidRPr="00EC0A44">
        <w:rPr>
          <w:b/>
        </w:rPr>
        <w:t>PC-C</w:t>
      </w:r>
      <w:r w:rsidRPr="00CC1587">
        <w:t>. The ping should be successful.</w:t>
      </w:r>
    </w:p>
    <w:p w:rsidR="00040203" w:rsidRDefault="00040203" w:rsidP="00A03F61">
      <w:pPr>
        <w:pStyle w:val="StepHead"/>
      </w:pPr>
      <w:r>
        <w:t>Create an IOS IPS configuration directory in flash.</w:t>
      </w:r>
    </w:p>
    <w:p w:rsidR="00040203" w:rsidRDefault="00040203" w:rsidP="00040203">
      <w:pPr>
        <w:pStyle w:val="BodyTextL25"/>
      </w:pPr>
      <w:r>
        <w:t xml:space="preserve">On </w:t>
      </w:r>
      <w:r w:rsidR="00EC0A44" w:rsidRPr="00EC0A44">
        <w:rPr>
          <w:b/>
        </w:rPr>
        <w:t>R1</w:t>
      </w:r>
      <w:r>
        <w:t xml:space="preserve">, create a directory in flash using </w:t>
      </w:r>
      <w:r w:rsidRPr="00A03F61">
        <w:t xml:space="preserve">the </w:t>
      </w:r>
      <w:r w:rsidRPr="00A03F61">
        <w:rPr>
          <w:b/>
        </w:rPr>
        <w:t>mkdir</w:t>
      </w:r>
      <w:r>
        <w:t xml:space="preserve"> command. Name the directory </w:t>
      </w:r>
      <w:r w:rsidRPr="00A03F61">
        <w:rPr>
          <w:b/>
        </w:rPr>
        <w:t>ipsdir</w:t>
      </w:r>
      <w:r>
        <w:t>.</w:t>
      </w:r>
    </w:p>
    <w:p w:rsidR="00040203" w:rsidRDefault="00040203" w:rsidP="00A03F61">
      <w:pPr>
        <w:pStyle w:val="StepHead"/>
      </w:pPr>
      <w:r>
        <w:t>Configure the IPS signature storage location.</w:t>
      </w:r>
    </w:p>
    <w:p w:rsidR="00040203" w:rsidRPr="00BE7CA0" w:rsidRDefault="00040203" w:rsidP="00040203">
      <w:pPr>
        <w:pStyle w:val="BodyTextL25"/>
      </w:pPr>
      <w:r>
        <w:t xml:space="preserve">On </w:t>
      </w:r>
      <w:r w:rsidR="00EC0A44" w:rsidRPr="00EC0A44">
        <w:rPr>
          <w:b/>
        </w:rPr>
        <w:t>R1</w:t>
      </w:r>
      <w:r>
        <w:t>, configure the IPS signature storage location to be the directory you just created.</w:t>
      </w:r>
    </w:p>
    <w:p w:rsidR="00040203" w:rsidRDefault="00040203" w:rsidP="00A03F61">
      <w:pPr>
        <w:pStyle w:val="StepHead"/>
      </w:pPr>
      <w:r w:rsidRPr="00532389">
        <w:t>Create an IPS rule.</w:t>
      </w:r>
    </w:p>
    <w:p w:rsidR="00040203" w:rsidRPr="00FA0E55" w:rsidRDefault="00040203" w:rsidP="00040203">
      <w:pPr>
        <w:pStyle w:val="BodyTextL25"/>
      </w:pPr>
      <w:r w:rsidRPr="00FA0E55">
        <w:t xml:space="preserve">On </w:t>
      </w:r>
      <w:r w:rsidR="00EC0A44" w:rsidRPr="00EC0A44">
        <w:rPr>
          <w:b/>
        </w:rPr>
        <w:t>R1</w:t>
      </w:r>
      <w:r w:rsidRPr="00FA0E55">
        <w:t xml:space="preserve">, create an IPS rule name using the </w:t>
      </w:r>
      <w:r w:rsidRPr="00A03F61">
        <w:rPr>
          <w:b/>
        </w:rPr>
        <w:t xml:space="preserve">ip ips name </w:t>
      </w:r>
      <w:r w:rsidRPr="00A03F61">
        <w:rPr>
          <w:i/>
        </w:rPr>
        <w:t>name</w:t>
      </w:r>
      <w:r w:rsidRPr="00FA0E55">
        <w:rPr>
          <w:i/>
          <w:iCs/>
        </w:rPr>
        <w:t xml:space="preserve"> </w:t>
      </w:r>
      <w:r w:rsidRPr="00FA0E55">
        <w:t xml:space="preserve">command in global configuration mode. Name the IPS rule </w:t>
      </w:r>
      <w:r w:rsidRPr="007534F1">
        <w:rPr>
          <w:b/>
        </w:rPr>
        <w:t>iosips</w:t>
      </w:r>
      <w:r w:rsidRPr="00FA0E55">
        <w:t>.</w:t>
      </w:r>
    </w:p>
    <w:p w:rsidR="00040203" w:rsidRDefault="00040203" w:rsidP="00E329FA">
      <w:pPr>
        <w:pStyle w:val="StepHead"/>
      </w:pPr>
      <w:r w:rsidRPr="00532389">
        <w:t xml:space="preserve">Enable </w:t>
      </w:r>
      <w:r>
        <w:t>logging</w:t>
      </w:r>
      <w:r w:rsidRPr="00532389">
        <w:t>.</w:t>
      </w:r>
    </w:p>
    <w:p w:rsidR="00040203" w:rsidRDefault="00040203" w:rsidP="00040203">
      <w:pPr>
        <w:pStyle w:val="BodyTextL25"/>
      </w:pPr>
      <w:r>
        <w:t xml:space="preserve">IOS IPS </w:t>
      </w:r>
      <w:r w:rsidRPr="00AE503E">
        <w:t>supports the use</w:t>
      </w:r>
      <w:r>
        <w:t xml:space="preserve"> of</w:t>
      </w:r>
      <w:r w:rsidRPr="00AE503E">
        <w:t xml:space="preserve"> syslog to send event notification. Syslog notification is enabled by default.</w:t>
      </w:r>
      <w:r>
        <w:t xml:space="preserve"> </w:t>
      </w:r>
      <w:r w:rsidRPr="0070665B">
        <w:t>If logging console is enabled, IPS syslog messages</w:t>
      </w:r>
      <w:r w:rsidR="006A0211">
        <w:t xml:space="preserve"> display</w:t>
      </w:r>
      <w:r w:rsidRPr="0070665B">
        <w:t>.</w:t>
      </w:r>
    </w:p>
    <w:p w:rsidR="00040203" w:rsidRPr="0070665B" w:rsidRDefault="00040203" w:rsidP="00A03F61">
      <w:pPr>
        <w:pStyle w:val="SubStepAlpha"/>
      </w:pPr>
      <w:r>
        <w:t>E</w:t>
      </w:r>
      <w:r w:rsidRPr="0070665B">
        <w:t>nable syslog if it is not enabled</w:t>
      </w:r>
      <w:r>
        <w:t>.</w:t>
      </w:r>
    </w:p>
    <w:p w:rsidR="00040203" w:rsidRPr="0070665B" w:rsidRDefault="00CF75D2" w:rsidP="005B6A3D">
      <w:pPr>
        <w:pStyle w:val="SubStepAlpha"/>
      </w:pPr>
      <w:r>
        <w:t>If necessary, u</w:t>
      </w:r>
      <w:r w:rsidR="00040203" w:rsidRPr="004C006B">
        <w:t xml:space="preserve">se the </w:t>
      </w:r>
      <w:r w:rsidR="00040203" w:rsidRPr="004C006B">
        <w:rPr>
          <w:rFonts w:eastAsia="Arial"/>
          <w:b/>
        </w:rPr>
        <w:t>clock set</w:t>
      </w:r>
      <w:r w:rsidR="00040203" w:rsidRPr="004C006B">
        <w:t xml:space="preserve"> command from privileged EXEC mode to reset the</w:t>
      </w:r>
      <w:r w:rsidR="00040203">
        <w:t xml:space="preserve"> clock.</w:t>
      </w:r>
    </w:p>
    <w:p w:rsidR="00040203" w:rsidRPr="00305C12" w:rsidRDefault="00040203" w:rsidP="005B6A3D">
      <w:pPr>
        <w:pStyle w:val="SubStepAlpha"/>
      </w:pPr>
      <w:r w:rsidRPr="00040203">
        <w:t xml:space="preserve">Verify that the timestamp service for logging is enabled on the router using the </w:t>
      </w:r>
      <w:r w:rsidRPr="00A03F61">
        <w:rPr>
          <w:b/>
        </w:rPr>
        <w:t>show run</w:t>
      </w:r>
      <w:r w:rsidRPr="00040203">
        <w:t xml:space="preserve"> command.</w:t>
      </w:r>
      <w:r w:rsidR="005B6A3D">
        <w:t xml:space="preserve"> </w:t>
      </w:r>
      <w:r w:rsidRPr="005B6A3D">
        <w:t>Enable</w:t>
      </w:r>
      <w:r w:rsidRPr="00305C12">
        <w:t xml:space="preserve"> the timestamp service if it is not enabled.</w:t>
      </w:r>
    </w:p>
    <w:p w:rsidR="00040203" w:rsidRDefault="00040203" w:rsidP="00A03F61">
      <w:pPr>
        <w:pStyle w:val="SubStepAlpha"/>
      </w:pPr>
      <w:r>
        <w:t xml:space="preserve">Send log messages to the </w:t>
      </w:r>
      <w:r w:rsidR="00CF75D2">
        <w:t>s</w:t>
      </w:r>
      <w:r>
        <w:t>yslog server at IP address 192.168.1.50.</w:t>
      </w:r>
    </w:p>
    <w:p w:rsidR="00040203" w:rsidRDefault="00040203" w:rsidP="00A03F61">
      <w:pPr>
        <w:pStyle w:val="StepHead"/>
      </w:pPr>
      <w:r w:rsidRPr="00E43771">
        <w:t xml:space="preserve">Configure IOS IPS </w:t>
      </w:r>
      <w:r>
        <w:t xml:space="preserve">to use the </w:t>
      </w:r>
      <w:r w:rsidRPr="00E43771">
        <w:t>signature categories</w:t>
      </w:r>
      <w:r>
        <w:t>.</w:t>
      </w:r>
    </w:p>
    <w:p w:rsidR="00040203" w:rsidRDefault="00040203" w:rsidP="00040203">
      <w:pPr>
        <w:pStyle w:val="BodyTextL25"/>
      </w:pPr>
      <w:bookmarkStart w:id="0" w:name="wp9000273"/>
      <w:bookmarkEnd w:id="0"/>
      <w:r w:rsidRPr="00BF17D3">
        <w:rPr>
          <w:bCs/>
        </w:rPr>
        <w:t>Retire the</w:t>
      </w:r>
      <w:r w:rsidRPr="00A73C52">
        <w:t xml:space="preserve"> </w:t>
      </w:r>
      <w:r w:rsidRPr="008C508D">
        <w:rPr>
          <w:b/>
        </w:rPr>
        <w:t>all</w:t>
      </w:r>
      <w:r w:rsidRPr="00A73C52">
        <w:t xml:space="preserve"> signature</w:t>
      </w:r>
      <w:r>
        <w:t xml:space="preserve"> category with the </w:t>
      </w:r>
      <w:r w:rsidRPr="00BF17D3">
        <w:rPr>
          <w:b/>
        </w:rPr>
        <w:t>retired true</w:t>
      </w:r>
      <w:r>
        <w:t xml:space="preserve"> command (all signatures within the </w:t>
      </w:r>
      <w:r w:rsidRPr="00A73C52">
        <w:t>signature release</w:t>
      </w:r>
      <w:r>
        <w:t xml:space="preserve">). Unretire the </w:t>
      </w:r>
      <w:r w:rsidRPr="008C508D">
        <w:rPr>
          <w:b/>
        </w:rPr>
        <w:t>IOS_IPS Basic</w:t>
      </w:r>
      <w:r>
        <w:t xml:space="preserve"> category with the </w:t>
      </w:r>
      <w:r w:rsidRPr="00005D34">
        <w:rPr>
          <w:b/>
        </w:rPr>
        <w:t>retired false</w:t>
      </w:r>
      <w:r>
        <w:t xml:space="preserve"> command.</w:t>
      </w:r>
      <w:bookmarkStart w:id="1" w:name="wp9000274"/>
      <w:bookmarkStart w:id="2" w:name="wp9000275"/>
      <w:bookmarkStart w:id="3" w:name="wp9000276"/>
      <w:bookmarkEnd w:id="1"/>
      <w:bookmarkEnd w:id="2"/>
      <w:bookmarkEnd w:id="3"/>
    </w:p>
    <w:p w:rsidR="00040203" w:rsidRDefault="00040203" w:rsidP="00A03F61">
      <w:pPr>
        <w:pStyle w:val="StepHead"/>
      </w:pPr>
      <w:r>
        <w:t>A</w:t>
      </w:r>
      <w:r w:rsidRPr="000D62D3">
        <w:t xml:space="preserve">pply </w:t>
      </w:r>
      <w:r>
        <w:t xml:space="preserve">the </w:t>
      </w:r>
      <w:r w:rsidRPr="000D62D3">
        <w:t>IPS rule</w:t>
      </w:r>
      <w:r>
        <w:t xml:space="preserve"> to an interface</w:t>
      </w:r>
      <w:r w:rsidRPr="000D62D3">
        <w:t>.</w:t>
      </w:r>
    </w:p>
    <w:p w:rsidR="00040203" w:rsidRPr="000D62D3" w:rsidRDefault="00040203" w:rsidP="00040203">
      <w:pPr>
        <w:pStyle w:val="BodyTextL25"/>
      </w:pPr>
      <w:r w:rsidRPr="000D62D3">
        <w:t xml:space="preserve">Apply the IPS rule to an interface with the </w:t>
      </w:r>
      <w:r w:rsidRPr="00A03F61">
        <w:rPr>
          <w:b/>
        </w:rPr>
        <w:t xml:space="preserve">ip ips name </w:t>
      </w:r>
      <w:r w:rsidRPr="00A03F61">
        <w:rPr>
          <w:i/>
        </w:rPr>
        <w:t>direction</w:t>
      </w:r>
      <w:r w:rsidRPr="000D62D3">
        <w:t xml:space="preserve"> command in interface configuration mode.</w:t>
      </w:r>
      <w:r>
        <w:t xml:space="preserve"> </w:t>
      </w:r>
      <w:r w:rsidRPr="000D62D3">
        <w:t xml:space="preserve">Apply the rule </w:t>
      </w:r>
      <w:r>
        <w:t>outbound</w:t>
      </w:r>
      <w:r w:rsidRPr="000D62D3">
        <w:t xml:space="preserve"> on the </w:t>
      </w:r>
      <w:r w:rsidR="00F6367B">
        <w:t>G0/1</w:t>
      </w:r>
      <w:r>
        <w:t xml:space="preserve"> </w:t>
      </w:r>
      <w:r w:rsidRPr="000D62D3">
        <w:t>interface</w:t>
      </w:r>
      <w:r>
        <w:t xml:space="preserve"> of </w:t>
      </w:r>
      <w:r w:rsidR="00EC0A44" w:rsidRPr="00EC0A44">
        <w:rPr>
          <w:b/>
        </w:rPr>
        <w:t>R1</w:t>
      </w:r>
      <w:r w:rsidRPr="000D62D3">
        <w:t xml:space="preserve">. </w:t>
      </w:r>
      <w:r>
        <w:t>After</w:t>
      </w:r>
      <w:r w:rsidRPr="000D62D3">
        <w:t xml:space="preserve"> you enable IPS, some log messages will be sent to the console line indicating that the IPS</w:t>
      </w:r>
      <w:r w:rsidR="00A03F61">
        <w:t xml:space="preserve"> engines are being initialized.</w:t>
      </w:r>
    </w:p>
    <w:p w:rsidR="00040203" w:rsidRDefault="00A54AD9" w:rsidP="00A03F61">
      <w:pPr>
        <w:pStyle w:val="BodyTextL25"/>
      </w:pPr>
      <w:r w:rsidRPr="00A54AD9">
        <w:rPr>
          <w:b/>
        </w:rPr>
        <w:t>Note</w:t>
      </w:r>
      <w:r>
        <w:t xml:space="preserve">: </w:t>
      </w:r>
      <w:r w:rsidR="00040203" w:rsidRPr="00A54AD9">
        <w:t>The</w:t>
      </w:r>
      <w:r w:rsidR="00040203" w:rsidRPr="003A2BE9">
        <w:t xml:space="preserve"> direction </w:t>
      </w:r>
      <w:r w:rsidR="00040203" w:rsidRPr="00866B21">
        <w:rPr>
          <w:b/>
        </w:rPr>
        <w:t>in</w:t>
      </w:r>
      <w:r w:rsidR="00040203" w:rsidRPr="003A2BE9">
        <w:t xml:space="preserve"> means </w:t>
      </w:r>
      <w:r w:rsidR="00040203">
        <w:t xml:space="preserve">that IPS inspects only </w:t>
      </w:r>
      <w:r w:rsidR="00040203" w:rsidRPr="003A2BE9">
        <w:t>traffic going into the interface</w:t>
      </w:r>
      <w:r w:rsidR="00040203">
        <w:t>. S</w:t>
      </w:r>
      <w:r w:rsidR="00040203" w:rsidRPr="003A2BE9">
        <w:t>imilarly</w:t>
      </w:r>
      <w:r w:rsidR="00040203">
        <w:t>,</w:t>
      </w:r>
      <w:r w:rsidR="00040203" w:rsidRPr="003A2BE9">
        <w:t xml:space="preserve"> </w:t>
      </w:r>
      <w:r w:rsidR="00040203" w:rsidRPr="00866B21">
        <w:rPr>
          <w:b/>
        </w:rPr>
        <w:t>out</w:t>
      </w:r>
      <w:r w:rsidR="00040203">
        <w:t xml:space="preserve"> </w:t>
      </w:r>
      <w:r w:rsidR="00040203" w:rsidRPr="003A2BE9">
        <w:t>means</w:t>
      </w:r>
      <w:r w:rsidR="00002EA4">
        <w:t xml:space="preserve"> that IPS inspects</w:t>
      </w:r>
      <w:r w:rsidR="00040203" w:rsidRPr="003A2BE9">
        <w:t xml:space="preserve"> only traffic going out </w:t>
      </w:r>
      <w:r w:rsidR="00002EA4">
        <w:t xml:space="preserve">of </w:t>
      </w:r>
      <w:r w:rsidR="00040203" w:rsidRPr="003A2BE9">
        <w:t>the interface.</w:t>
      </w:r>
    </w:p>
    <w:p w:rsidR="00040203" w:rsidRDefault="00040203" w:rsidP="00A03F61">
      <w:pPr>
        <w:pStyle w:val="PartHead"/>
      </w:pPr>
      <w:r>
        <w:t>Modify the Signature</w:t>
      </w:r>
    </w:p>
    <w:p w:rsidR="00040203" w:rsidRDefault="00040203" w:rsidP="00A03F61">
      <w:pPr>
        <w:pStyle w:val="StepHead"/>
      </w:pPr>
      <w:r>
        <w:t>Change the event-action of a signature</w:t>
      </w:r>
      <w:r w:rsidRPr="00572872">
        <w:t>.</w:t>
      </w:r>
    </w:p>
    <w:p w:rsidR="00040203" w:rsidRPr="00572872" w:rsidRDefault="00040203" w:rsidP="00040203">
      <w:pPr>
        <w:pStyle w:val="BodyTextL25"/>
      </w:pPr>
      <w:r>
        <w:t>Un-retire the echo request signature (signature 2004, subsig ID 0), enable it</w:t>
      </w:r>
      <w:r w:rsidR="003254C2">
        <w:t>,</w:t>
      </w:r>
      <w:r>
        <w:t xml:space="preserve"> and </w:t>
      </w:r>
      <w:r w:rsidRPr="00572872">
        <w:t xml:space="preserve">change </w:t>
      </w:r>
      <w:r>
        <w:t xml:space="preserve">the </w:t>
      </w:r>
      <w:r w:rsidRPr="00572872">
        <w:t xml:space="preserve">signature action to alert </w:t>
      </w:r>
      <w:r>
        <w:t xml:space="preserve">and </w:t>
      </w:r>
      <w:r w:rsidRPr="00572872">
        <w:t>drop.</w:t>
      </w:r>
    </w:p>
    <w:p w:rsidR="00040203" w:rsidRDefault="00040203" w:rsidP="00A03F61">
      <w:pPr>
        <w:pStyle w:val="StepHead"/>
      </w:pPr>
      <w:r>
        <w:t>Use show commands to verify IPS</w:t>
      </w:r>
      <w:r w:rsidR="00F55BD9">
        <w:t>.</w:t>
      </w:r>
    </w:p>
    <w:p w:rsidR="00040203" w:rsidRDefault="00040203" w:rsidP="00040203">
      <w:pPr>
        <w:pStyle w:val="BodyTextL25"/>
      </w:pPr>
      <w:r w:rsidRPr="000D4C45">
        <w:t xml:space="preserve">Use the </w:t>
      </w:r>
      <w:r w:rsidRPr="00866B21">
        <w:rPr>
          <w:b/>
        </w:rPr>
        <w:t>show ip ips all</w:t>
      </w:r>
      <w:r w:rsidRPr="00DB0199">
        <w:rPr>
          <w:rStyle w:val="CMDChar"/>
        </w:rPr>
        <w:t xml:space="preserve"> </w:t>
      </w:r>
      <w:r w:rsidRPr="000D4C45">
        <w:t>command</w:t>
      </w:r>
      <w:r w:rsidRPr="00A56C6C">
        <w:t xml:space="preserve"> to </w:t>
      </w:r>
      <w:r w:rsidR="003254C2">
        <w:t>view</w:t>
      </w:r>
      <w:r w:rsidRPr="00A56C6C">
        <w:t xml:space="preserve"> </w:t>
      </w:r>
      <w:r w:rsidR="003254C2">
        <w:t>the</w:t>
      </w:r>
      <w:r w:rsidRPr="00A56C6C">
        <w:t xml:space="preserve"> IP</w:t>
      </w:r>
      <w:r w:rsidR="00866B21">
        <w:t>S configuration status summary.</w:t>
      </w:r>
    </w:p>
    <w:p w:rsidR="00866B21" w:rsidRDefault="00040203" w:rsidP="00040203">
      <w:pPr>
        <w:pStyle w:val="BodyTextL25"/>
      </w:pPr>
      <w:r w:rsidRPr="00A56C6C">
        <w:t xml:space="preserve">To which interfaces and in which direction is the </w:t>
      </w:r>
      <w:r w:rsidR="00EC0A44" w:rsidRPr="00EC0A44">
        <w:rPr>
          <w:b/>
        </w:rPr>
        <w:t>iosips</w:t>
      </w:r>
      <w:r w:rsidRPr="00A56C6C">
        <w:t xml:space="preserve"> rule applied?</w:t>
      </w:r>
    </w:p>
    <w:p w:rsidR="00866B21" w:rsidRPr="00866B21" w:rsidRDefault="00866B21" w:rsidP="00866B21">
      <w:pPr>
        <w:pStyle w:val="BodyTextL25"/>
      </w:pPr>
      <w:r>
        <w:t>_______________________________________________________________________________________</w:t>
      </w:r>
    </w:p>
    <w:p w:rsidR="00040203" w:rsidRDefault="00040203" w:rsidP="00A03F61">
      <w:pPr>
        <w:pStyle w:val="StepHead"/>
      </w:pPr>
      <w:r>
        <w:t>Verify that IPS is working properly.</w:t>
      </w:r>
    </w:p>
    <w:p w:rsidR="00040203" w:rsidRDefault="00040203" w:rsidP="008268A8">
      <w:pPr>
        <w:pStyle w:val="SubStepAlpha"/>
      </w:pPr>
      <w:r>
        <w:t xml:space="preserve">From </w:t>
      </w:r>
      <w:r w:rsidR="00EC0A44" w:rsidRPr="00EC0A44">
        <w:rPr>
          <w:b/>
        </w:rPr>
        <w:t>PC-C</w:t>
      </w:r>
      <w:r>
        <w:t xml:space="preserve">, attempt to </w:t>
      </w:r>
      <w:r w:rsidRPr="008268A8">
        <w:t>ping</w:t>
      </w:r>
      <w:r>
        <w:t xml:space="preserve"> </w:t>
      </w:r>
      <w:r w:rsidR="00EC0A44" w:rsidRPr="00EC0A44">
        <w:rPr>
          <w:b/>
        </w:rPr>
        <w:t>PC-A</w:t>
      </w:r>
      <w:r>
        <w:t>. Were</w:t>
      </w:r>
      <w:r w:rsidRPr="001B298E">
        <w:t xml:space="preserve"> </w:t>
      </w:r>
      <w:r w:rsidR="00C64ABC">
        <w:t>the pings successful? Explain.</w:t>
      </w:r>
    </w:p>
    <w:p w:rsidR="00866B21" w:rsidRDefault="00866B21" w:rsidP="008268A8">
      <w:pPr>
        <w:pStyle w:val="BodyTextL50"/>
      </w:pPr>
      <w:r>
        <w:t>_______________________________________________________</w:t>
      </w:r>
      <w:r w:rsidR="008268A8">
        <w:t>_____________________________</w:t>
      </w:r>
    </w:p>
    <w:p w:rsidR="00866B21" w:rsidRDefault="00866B21" w:rsidP="008268A8">
      <w:pPr>
        <w:pStyle w:val="BodyTextL50"/>
      </w:pPr>
      <w:r>
        <w:t>_______________________________________________________</w:t>
      </w:r>
      <w:r w:rsidR="008268A8">
        <w:t>_____________________________</w:t>
      </w:r>
    </w:p>
    <w:p w:rsidR="00040203" w:rsidRDefault="00040203" w:rsidP="008268A8">
      <w:pPr>
        <w:pStyle w:val="SubStepAlpha"/>
      </w:pPr>
      <w:r>
        <w:t xml:space="preserve">From </w:t>
      </w:r>
      <w:r w:rsidR="00EC0A44" w:rsidRPr="00EC0A44">
        <w:rPr>
          <w:b/>
        </w:rPr>
        <w:t>PC-A</w:t>
      </w:r>
      <w:r>
        <w:t xml:space="preserve">, attempt to </w:t>
      </w:r>
      <w:r w:rsidRPr="008268A8">
        <w:t>ping</w:t>
      </w:r>
      <w:r>
        <w:t xml:space="preserve"> </w:t>
      </w:r>
      <w:r w:rsidR="00EC0A44" w:rsidRPr="00EC0A44">
        <w:rPr>
          <w:b/>
        </w:rPr>
        <w:t>PC-C</w:t>
      </w:r>
      <w:r>
        <w:t>. Were the p</w:t>
      </w:r>
      <w:r w:rsidR="00C64ABC">
        <w:t>ings successful? Explain.</w:t>
      </w:r>
    </w:p>
    <w:p w:rsidR="00866B21" w:rsidRDefault="00866B21" w:rsidP="008268A8">
      <w:pPr>
        <w:pStyle w:val="BodyTextL50"/>
      </w:pPr>
      <w:r>
        <w:t>_______________________________________________________</w:t>
      </w:r>
      <w:r w:rsidR="008268A8">
        <w:t>_____________________________</w:t>
      </w:r>
    </w:p>
    <w:p w:rsidR="00866B21" w:rsidRDefault="00866B21" w:rsidP="008268A8">
      <w:pPr>
        <w:pStyle w:val="BodyTextL50"/>
      </w:pPr>
      <w:r>
        <w:t>_______________________________________________________</w:t>
      </w:r>
      <w:r w:rsidR="008268A8">
        <w:t>_____________________________</w:t>
      </w:r>
    </w:p>
    <w:p w:rsidR="00040203" w:rsidRDefault="00866B21" w:rsidP="00A03F61">
      <w:pPr>
        <w:pStyle w:val="StepHead"/>
      </w:pPr>
      <w:r>
        <w:t>View the s</w:t>
      </w:r>
      <w:r w:rsidR="00040203">
        <w:t>yslog messages.</w:t>
      </w:r>
    </w:p>
    <w:p w:rsidR="00EC0A44" w:rsidRDefault="00040203" w:rsidP="00EC0A44">
      <w:pPr>
        <w:pStyle w:val="SubStepAlpha"/>
      </w:pPr>
      <w:r w:rsidRPr="00CC1587">
        <w:t xml:space="preserve">Click </w:t>
      </w:r>
      <w:r>
        <w:t xml:space="preserve">the </w:t>
      </w:r>
      <w:r w:rsidRPr="00FC2D75">
        <w:rPr>
          <w:b/>
        </w:rPr>
        <w:t>Syslog</w:t>
      </w:r>
      <w:r>
        <w:t xml:space="preserve"> server.</w:t>
      </w:r>
    </w:p>
    <w:p w:rsidR="00EC0A44" w:rsidRDefault="00040203" w:rsidP="00EC0A44">
      <w:pPr>
        <w:pStyle w:val="SubStepAlpha"/>
      </w:pPr>
      <w:r>
        <w:t>Select the</w:t>
      </w:r>
      <w:r>
        <w:rPr>
          <w:b/>
        </w:rPr>
        <w:t xml:space="preserve"> </w:t>
      </w:r>
      <w:r w:rsidR="00884170">
        <w:rPr>
          <w:b/>
        </w:rPr>
        <w:t>Services</w:t>
      </w:r>
      <w:r w:rsidR="00F55BD9" w:rsidRPr="00F55BD9">
        <w:t xml:space="preserve"> </w:t>
      </w:r>
      <w:r w:rsidRPr="004C006B">
        <w:t>tab</w:t>
      </w:r>
      <w:r>
        <w:t>.</w:t>
      </w:r>
    </w:p>
    <w:p w:rsidR="00EC0A44" w:rsidRDefault="00040203" w:rsidP="00EC0A44">
      <w:pPr>
        <w:pStyle w:val="SubStepAlpha"/>
      </w:pPr>
      <w:r>
        <w:t xml:space="preserve">In the left navigation menu, select </w:t>
      </w:r>
      <w:r>
        <w:rPr>
          <w:b/>
        </w:rPr>
        <w:t>SYSLOG</w:t>
      </w:r>
      <w:r>
        <w:t xml:space="preserve"> to view the log file.</w:t>
      </w:r>
    </w:p>
    <w:p w:rsidR="00040203" w:rsidRPr="009F0A3D" w:rsidRDefault="00040203" w:rsidP="00866B21">
      <w:pPr>
        <w:pStyle w:val="StepHead"/>
      </w:pPr>
      <w:r w:rsidRPr="00CC1587">
        <w:t>Check results.</w:t>
      </w:r>
    </w:p>
    <w:p w:rsidR="00D86D9E" w:rsidRDefault="00040203" w:rsidP="00A54AD9">
      <w:pPr>
        <w:pStyle w:val="BodyTextL25"/>
      </w:pPr>
      <w:r w:rsidRPr="00CC1587">
        <w:t>Your comple</w:t>
      </w:r>
      <w:r w:rsidR="00A54AD9">
        <w:t>tion percentage should be 100%.</w:t>
      </w:r>
      <w:r w:rsidR="00DA3473">
        <w:t xml:space="preserve"> </w:t>
      </w:r>
      <w:r w:rsidRPr="00CC1587">
        <w:t xml:space="preserve">Click </w:t>
      </w:r>
      <w:r w:rsidRPr="00CC1587">
        <w:rPr>
          <w:b/>
          <w:bCs/>
        </w:rPr>
        <w:t>Check Results</w:t>
      </w:r>
      <w:r w:rsidR="00A54AD9">
        <w:t xml:space="preserve"> to see</w:t>
      </w:r>
      <w:r w:rsidR="0015030A">
        <w:t xml:space="preserve"> </w:t>
      </w:r>
      <w:r w:rsidRPr="00CC1587">
        <w:t>fee</w:t>
      </w:r>
      <w:r>
        <w:t>d</w:t>
      </w:r>
      <w:r w:rsidRPr="00CC1587">
        <w:t>back and verification of which required</w:t>
      </w:r>
      <w:r w:rsidR="00866B21">
        <w:t xml:space="preserve"> components </w:t>
      </w:r>
      <w:r w:rsidR="00A54AD9">
        <w:t>have been completed.</w:t>
      </w:r>
      <w:bookmarkStart w:id="4" w:name="_GoBack"/>
      <w:bookmarkEnd w:id="4"/>
    </w:p>
    <w:sectPr w:rsidR="00D86D9E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379" w:rsidRDefault="00CD1379" w:rsidP="0090659A">
      <w:pPr>
        <w:spacing w:after="0" w:line="240" w:lineRule="auto"/>
      </w:pPr>
      <w:r>
        <w:separator/>
      </w:r>
    </w:p>
    <w:p w:rsidR="00CD1379" w:rsidRDefault="00CD1379"/>
    <w:p w:rsidR="00CD1379" w:rsidRDefault="00CD1379"/>
    <w:p w:rsidR="00CD1379" w:rsidRDefault="00CD1379"/>
    <w:p w:rsidR="00CD1379" w:rsidRDefault="00CD1379"/>
    <w:p w:rsidR="00CD1379" w:rsidRDefault="00CD1379"/>
  </w:endnote>
  <w:endnote w:type="continuationSeparator" w:id="0">
    <w:p w:rsidR="00CD1379" w:rsidRDefault="00CD1379" w:rsidP="0090659A">
      <w:pPr>
        <w:spacing w:after="0" w:line="240" w:lineRule="auto"/>
      </w:pPr>
      <w:r>
        <w:continuationSeparator/>
      </w:r>
    </w:p>
    <w:p w:rsidR="00CD1379" w:rsidRDefault="00CD1379"/>
    <w:p w:rsidR="00CD1379" w:rsidRDefault="00CD1379"/>
    <w:p w:rsidR="00CD1379" w:rsidRDefault="00CD1379"/>
    <w:p w:rsidR="00CD1379" w:rsidRDefault="00CD1379"/>
    <w:p w:rsidR="00CD1379" w:rsidRDefault="00CD13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CB2" w:rsidRPr="00231DCA" w:rsidRDefault="00926CB2" w:rsidP="00231DCA">
    <w:pPr>
      <w:pStyle w:val="Footer"/>
      <w:rPr>
        <w:szCs w:val="16"/>
      </w:rPr>
    </w:pPr>
    <w:r w:rsidRPr="002A244B">
      <w:t xml:space="preserve">© </w:t>
    </w:r>
    <w:r w:rsidR="007E3F07">
      <w:fldChar w:fldCharType="begin"/>
    </w:r>
    <w:r w:rsidR="007E3F07">
      <w:instrText xml:space="preserve"> DATE  \@ "yyyy"  \* MERGEFORMAT </w:instrText>
    </w:r>
    <w:r w:rsidR="007E3F07">
      <w:fldChar w:fldCharType="separate"/>
    </w:r>
    <w:r w:rsidR="008E726E">
      <w:rPr>
        <w:noProof/>
      </w:rPr>
      <w:t>2015</w:t>
    </w:r>
    <w:r w:rsidR="007E3F07">
      <w:rPr>
        <w:noProof/>
      </w:rPr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9147F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9147FC" w:rsidRPr="0090659A">
      <w:rPr>
        <w:b/>
        <w:szCs w:val="16"/>
      </w:rPr>
      <w:fldChar w:fldCharType="separate"/>
    </w:r>
    <w:r w:rsidR="008E726E">
      <w:rPr>
        <w:b/>
        <w:noProof/>
        <w:szCs w:val="16"/>
      </w:rPr>
      <w:t>3</w:t>
    </w:r>
    <w:r w:rsidR="009147FC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9147F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9147FC" w:rsidRPr="0090659A">
      <w:rPr>
        <w:b/>
        <w:szCs w:val="16"/>
      </w:rPr>
      <w:fldChar w:fldCharType="separate"/>
    </w:r>
    <w:r w:rsidR="008E726E">
      <w:rPr>
        <w:b/>
        <w:noProof/>
        <w:szCs w:val="16"/>
      </w:rPr>
      <w:t>3</w:t>
    </w:r>
    <w:r w:rsidR="009147FC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CB2" w:rsidRPr="008402F2" w:rsidRDefault="00926CB2" w:rsidP="008402F2">
    <w:pPr>
      <w:pStyle w:val="Footer"/>
      <w:rPr>
        <w:szCs w:val="16"/>
      </w:rPr>
    </w:pPr>
    <w:r w:rsidRPr="002A244B">
      <w:t xml:space="preserve">© </w:t>
    </w:r>
    <w:r w:rsidR="007E3F07">
      <w:fldChar w:fldCharType="begin"/>
    </w:r>
    <w:r w:rsidR="007E3F07">
      <w:instrText xml:space="preserve"> DATE  \@ "yyyy"  \* MERGEFORMAT </w:instrText>
    </w:r>
    <w:r w:rsidR="007E3F07">
      <w:fldChar w:fldCharType="separate"/>
    </w:r>
    <w:r w:rsidR="008E726E">
      <w:rPr>
        <w:noProof/>
      </w:rPr>
      <w:t>2015</w:t>
    </w:r>
    <w:r w:rsidR="007E3F07">
      <w:rPr>
        <w:noProof/>
      </w:rPr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9147F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9147FC" w:rsidRPr="0090659A">
      <w:rPr>
        <w:b/>
        <w:szCs w:val="16"/>
      </w:rPr>
      <w:fldChar w:fldCharType="separate"/>
    </w:r>
    <w:r w:rsidR="00CD1379">
      <w:rPr>
        <w:b/>
        <w:noProof/>
        <w:szCs w:val="16"/>
      </w:rPr>
      <w:t>1</w:t>
    </w:r>
    <w:r w:rsidR="009147FC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9147F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9147FC" w:rsidRPr="0090659A">
      <w:rPr>
        <w:b/>
        <w:szCs w:val="16"/>
      </w:rPr>
      <w:fldChar w:fldCharType="separate"/>
    </w:r>
    <w:r w:rsidR="00CD1379">
      <w:rPr>
        <w:b/>
        <w:noProof/>
        <w:szCs w:val="16"/>
      </w:rPr>
      <w:t>1</w:t>
    </w:r>
    <w:r w:rsidR="009147FC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379" w:rsidRDefault="00CD1379" w:rsidP="0090659A">
      <w:pPr>
        <w:spacing w:after="0" w:line="240" w:lineRule="auto"/>
      </w:pPr>
      <w:r>
        <w:separator/>
      </w:r>
    </w:p>
    <w:p w:rsidR="00CD1379" w:rsidRDefault="00CD1379"/>
    <w:p w:rsidR="00CD1379" w:rsidRDefault="00CD1379"/>
    <w:p w:rsidR="00CD1379" w:rsidRDefault="00CD1379"/>
    <w:p w:rsidR="00CD1379" w:rsidRDefault="00CD1379"/>
    <w:p w:rsidR="00CD1379" w:rsidRDefault="00CD1379"/>
  </w:footnote>
  <w:footnote w:type="continuationSeparator" w:id="0">
    <w:p w:rsidR="00CD1379" w:rsidRDefault="00CD1379" w:rsidP="0090659A">
      <w:pPr>
        <w:spacing w:after="0" w:line="240" w:lineRule="auto"/>
      </w:pPr>
      <w:r>
        <w:continuationSeparator/>
      </w:r>
    </w:p>
    <w:p w:rsidR="00CD1379" w:rsidRDefault="00CD1379"/>
    <w:p w:rsidR="00CD1379" w:rsidRDefault="00CD1379"/>
    <w:p w:rsidR="00CD1379" w:rsidRDefault="00CD1379"/>
    <w:p w:rsidR="00CD1379" w:rsidRDefault="00CD1379"/>
    <w:p w:rsidR="00CD1379" w:rsidRDefault="00CD137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CB2" w:rsidRDefault="00AB6689" w:rsidP="008402F2">
    <w:pPr>
      <w:pStyle w:val="PageHead"/>
    </w:pPr>
    <w:r>
      <w:t>Packet Tracer -</w:t>
    </w:r>
    <w:r w:rsidR="00A54AD9" w:rsidRPr="00FD4A68">
      <w:t xml:space="preserve"> </w:t>
    </w:r>
    <w:r w:rsidR="00A54AD9">
      <w:t>Configure IOS Intrusion Prevention System (IPS) using CLI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CB2" w:rsidRDefault="00F53BE5">
    <w:r>
      <w:rPr>
        <w:noProof/>
      </w:rPr>
      <w:drawing>
        <wp:anchor distT="0" distB="0" distL="114300" distR="114300" simplePos="0" relativeHeight="251657728" behindDoc="0" locked="0" layoutInCell="1" allowOverlap="1" wp14:anchorId="34501210" wp14:editId="7ED1AC5A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26CB2" w:rsidRDefault="00926CB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17228C"/>
    <w:multiLevelType w:val="multilevel"/>
    <w:tmpl w:val="50CE7842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BBD5D1E"/>
    <w:multiLevelType w:val="hybridMultilevel"/>
    <w:tmpl w:val="CE728AA0"/>
    <w:lvl w:ilvl="0" w:tplc="C23E7B46">
      <w:start w:val="1"/>
      <w:numFmt w:val="decimal"/>
      <w:lvlText w:val="Step 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796360"/>
    <w:multiLevelType w:val="multilevel"/>
    <w:tmpl w:val="E2BE2E84"/>
    <w:styleLink w:val="PartStepSubStepList"/>
    <w:lvl w:ilvl="0">
      <w:start w:val="1"/>
      <w:numFmt w:val="decimal"/>
      <w:pStyle w:val="PartHead"/>
      <w:suff w:val="space"/>
      <w:lvlText w:val="Part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askHead"/>
      <w:suff w:val="space"/>
      <w:lvlText w:val="Task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tepHead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0E21039"/>
    <w:multiLevelType w:val="hybridMultilevel"/>
    <w:tmpl w:val="06124828"/>
    <w:lvl w:ilvl="0" w:tplc="F6222C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C0FBC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7716D8E"/>
    <w:multiLevelType w:val="hybridMultilevel"/>
    <w:tmpl w:val="6F08092A"/>
    <w:lvl w:ilvl="0" w:tplc="F176BBE0">
      <w:start w:val="1"/>
      <w:numFmt w:val="none"/>
      <w:lvlText w:val="Note:"/>
      <w:lvlJc w:val="left"/>
      <w:pPr>
        <w:tabs>
          <w:tab w:val="num" w:pos="1332"/>
        </w:tabs>
        <w:ind w:left="180" w:firstLine="0"/>
      </w:pPr>
      <w:rPr>
        <w:rFonts w:ascii="Arial" w:hAnsi="Arial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F23836"/>
    <w:multiLevelType w:val="multilevel"/>
    <w:tmpl w:val="7B3C4C0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>
    <w:nsid w:val="529F570C"/>
    <w:multiLevelType w:val="hybridMultilevel"/>
    <w:tmpl w:val="F23A355A"/>
    <w:lvl w:ilvl="0" w:tplc="36581B5A">
      <w:start w:val="1"/>
      <w:numFmt w:val="decimal"/>
      <w:lvlText w:val="Task %1: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A52085E"/>
    <w:multiLevelType w:val="hybridMultilevel"/>
    <w:tmpl w:val="513490AC"/>
    <w:lvl w:ilvl="0" w:tplc="1E7CD40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  <w:lvlOverride w:ilvl="0">
      <w:lvl w:ilvl="0">
        <w:start w:val="1"/>
        <w:numFmt w:val="decimal"/>
        <w:pStyle w:val="PartHead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askHead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tepHead"/>
        <w:suff w:val="space"/>
        <w:lvlText w:val="Step %3:"/>
        <w:lvlJc w:val="left"/>
        <w:pPr>
          <w:ind w:left="0" w:firstLine="0"/>
        </w:pPr>
        <w:rPr>
          <w:rFonts w:ascii="Arial" w:hAnsi="Arial" w:cs="Arial"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1"/>
  </w:num>
  <w:num w:numId="4">
    <w:abstractNumId w:val="3"/>
    <w:lvlOverride w:ilvl="0">
      <w:startOverride w:val="1"/>
      <w:lvl w:ilvl="0">
        <w:start w:val="1"/>
        <w:numFmt w:val="decimal"/>
        <w:pStyle w:val="PartHead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TaskHead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tepHead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4"/>
  </w:num>
  <w:num w:numId="8">
    <w:abstractNumId w:val="5"/>
  </w:num>
  <w:num w:numId="9">
    <w:abstractNumId w:val="2"/>
  </w:num>
  <w:num w:numId="10">
    <w:abstractNumId w:val="7"/>
  </w:num>
  <w:num w:numId="1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wNzA0tTAyNDMxMjEwNzFU0lEKTi0uzszPAykwrQUACB+D4ywAAAA="/>
    <w:docVar w:name="__grammarly61__i" w:val="H4sIAAAAAAAEAKtWckksSQxILCpxzi/NK1GyMqwFAAEhoTITAAAA"/>
    <w:docVar w:name="__grammarly61_1" w:val="H4sIAAAAAAAEAKtWcslPLs1NzSvxTFGyUjI3MU82S0lO1bVIMUjSNUk0TNa1ME1M0k1JSjVIMjFKNTNJS1PSUQpOLS7OzM8DaTGsBQAH5eehQwAAAA=="/>
  </w:docVars>
  <w:rsids>
    <w:rsidRoot w:val="00040203"/>
    <w:rsid w:val="00001BDF"/>
    <w:rsid w:val="00002EA4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0203"/>
    <w:rsid w:val="00041AF6"/>
    <w:rsid w:val="00044E62"/>
    <w:rsid w:val="00050BA4"/>
    <w:rsid w:val="00051738"/>
    <w:rsid w:val="00052548"/>
    <w:rsid w:val="00060696"/>
    <w:rsid w:val="00067A67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E6E"/>
    <w:rsid w:val="000D55B4"/>
    <w:rsid w:val="000E2FF5"/>
    <w:rsid w:val="000E65F0"/>
    <w:rsid w:val="000F072C"/>
    <w:rsid w:val="000F6743"/>
    <w:rsid w:val="001006C2"/>
    <w:rsid w:val="00101BE8"/>
    <w:rsid w:val="00107B2B"/>
    <w:rsid w:val="00112AC5"/>
    <w:rsid w:val="001133DD"/>
    <w:rsid w:val="00120CBE"/>
    <w:rsid w:val="00121BAE"/>
    <w:rsid w:val="001261C4"/>
    <w:rsid w:val="001314FB"/>
    <w:rsid w:val="001366EC"/>
    <w:rsid w:val="00137A37"/>
    <w:rsid w:val="0014219C"/>
    <w:rsid w:val="001425ED"/>
    <w:rsid w:val="00143450"/>
    <w:rsid w:val="00144997"/>
    <w:rsid w:val="0015030A"/>
    <w:rsid w:val="001523C0"/>
    <w:rsid w:val="001535FE"/>
    <w:rsid w:val="00154E3A"/>
    <w:rsid w:val="001551D5"/>
    <w:rsid w:val="00157902"/>
    <w:rsid w:val="00162EEA"/>
    <w:rsid w:val="00163164"/>
    <w:rsid w:val="00166253"/>
    <w:rsid w:val="001704B7"/>
    <w:rsid w:val="001710C0"/>
    <w:rsid w:val="00172AFB"/>
    <w:rsid w:val="001731EF"/>
    <w:rsid w:val="001772B8"/>
    <w:rsid w:val="00180FBF"/>
    <w:rsid w:val="00182CF4"/>
    <w:rsid w:val="00186CE1"/>
    <w:rsid w:val="00191F00"/>
    <w:rsid w:val="00192F12"/>
    <w:rsid w:val="00193F14"/>
    <w:rsid w:val="00197614"/>
    <w:rsid w:val="001A0312"/>
    <w:rsid w:val="001A15DA"/>
    <w:rsid w:val="001A2694"/>
    <w:rsid w:val="001A3CC7"/>
    <w:rsid w:val="001A67A4"/>
    <w:rsid w:val="001A69AC"/>
    <w:rsid w:val="001B533F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0655C"/>
    <w:rsid w:val="002113B8"/>
    <w:rsid w:val="00214B1C"/>
    <w:rsid w:val="00215665"/>
    <w:rsid w:val="002163BB"/>
    <w:rsid w:val="00216A7F"/>
    <w:rsid w:val="0021792C"/>
    <w:rsid w:val="002240AB"/>
    <w:rsid w:val="00225E37"/>
    <w:rsid w:val="00231DCA"/>
    <w:rsid w:val="00242E3A"/>
    <w:rsid w:val="002506CF"/>
    <w:rsid w:val="0025107F"/>
    <w:rsid w:val="00260CD4"/>
    <w:rsid w:val="002639D8"/>
    <w:rsid w:val="00265F77"/>
    <w:rsid w:val="00266C83"/>
    <w:rsid w:val="002768DC"/>
    <w:rsid w:val="00294C8F"/>
    <w:rsid w:val="00295476"/>
    <w:rsid w:val="002A4F8C"/>
    <w:rsid w:val="002A6C56"/>
    <w:rsid w:val="002B446E"/>
    <w:rsid w:val="002C090C"/>
    <w:rsid w:val="002C1243"/>
    <w:rsid w:val="002C1815"/>
    <w:rsid w:val="002C475E"/>
    <w:rsid w:val="002C6AD6"/>
    <w:rsid w:val="002D6C2A"/>
    <w:rsid w:val="002D7A86"/>
    <w:rsid w:val="002F45FF"/>
    <w:rsid w:val="002F6D17"/>
    <w:rsid w:val="00302887"/>
    <w:rsid w:val="003028E3"/>
    <w:rsid w:val="003056EB"/>
    <w:rsid w:val="003071FF"/>
    <w:rsid w:val="00310652"/>
    <w:rsid w:val="0031371D"/>
    <w:rsid w:val="00315ABF"/>
    <w:rsid w:val="0031789F"/>
    <w:rsid w:val="00320788"/>
    <w:rsid w:val="003233A3"/>
    <w:rsid w:val="003254C2"/>
    <w:rsid w:val="003319BE"/>
    <w:rsid w:val="0034455D"/>
    <w:rsid w:val="0034604B"/>
    <w:rsid w:val="00346D17"/>
    <w:rsid w:val="00347972"/>
    <w:rsid w:val="0035469B"/>
    <w:rsid w:val="003559CC"/>
    <w:rsid w:val="003569D7"/>
    <w:rsid w:val="003608AC"/>
    <w:rsid w:val="00363A23"/>
    <w:rsid w:val="0036465A"/>
    <w:rsid w:val="003674E5"/>
    <w:rsid w:val="00382B05"/>
    <w:rsid w:val="00390C38"/>
    <w:rsid w:val="00392748"/>
    <w:rsid w:val="00392C65"/>
    <w:rsid w:val="00392ED5"/>
    <w:rsid w:val="003A19DC"/>
    <w:rsid w:val="003A1B45"/>
    <w:rsid w:val="003A220C"/>
    <w:rsid w:val="003B371D"/>
    <w:rsid w:val="003B46FC"/>
    <w:rsid w:val="003B5767"/>
    <w:rsid w:val="003B6141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131B0"/>
    <w:rsid w:val="00416C42"/>
    <w:rsid w:val="00422476"/>
    <w:rsid w:val="0042385C"/>
    <w:rsid w:val="00431654"/>
    <w:rsid w:val="00434926"/>
    <w:rsid w:val="00443ACE"/>
    <w:rsid w:val="00444217"/>
    <w:rsid w:val="004478F4"/>
    <w:rsid w:val="00447C16"/>
    <w:rsid w:val="00450F7A"/>
    <w:rsid w:val="00452C6D"/>
    <w:rsid w:val="0045552E"/>
    <w:rsid w:val="00455E0B"/>
    <w:rsid w:val="00462B9F"/>
    <w:rsid w:val="004659EE"/>
    <w:rsid w:val="00473E34"/>
    <w:rsid w:val="00476BA9"/>
    <w:rsid w:val="004936C2"/>
    <w:rsid w:val="0049379C"/>
    <w:rsid w:val="004A1CA0"/>
    <w:rsid w:val="004A22E9"/>
    <w:rsid w:val="004A4ACD"/>
    <w:rsid w:val="004A5BC5"/>
    <w:rsid w:val="004A6C1E"/>
    <w:rsid w:val="004B023D"/>
    <w:rsid w:val="004C0909"/>
    <w:rsid w:val="004C3F97"/>
    <w:rsid w:val="004D01F2"/>
    <w:rsid w:val="004D3339"/>
    <w:rsid w:val="004D353F"/>
    <w:rsid w:val="004D36D7"/>
    <w:rsid w:val="004D682B"/>
    <w:rsid w:val="004D6E2E"/>
    <w:rsid w:val="004E6152"/>
    <w:rsid w:val="004F344A"/>
    <w:rsid w:val="00504ED4"/>
    <w:rsid w:val="00510639"/>
    <w:rsid w:val="0051337F"/>
    <w:rsid w:val="00516142"/>
    <w:rsid w:val="00520027"/>
    <w:rsid w:val="0052093C"/>
    <w:rsid w:val="00521B31"/>
    <w:rsid w:val="00522469"/>
    <w:rsid w:val="0052400A"/>
    <w:rsid w:val="00536277"/>
    <w:rsid w:val="00536F43"/>
    <w:rsid w:val="00547375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3386"/>
    <w:rsid w:val="00596998"/>
    <w:rsid w:val="005A6E62"/>
    <w:rsid w:val="005B163E"/>
    <w:rsid w:val="005B2FB3"/>
    <w:rsid w:val="005B6A3D"/>
    <w:rsid w:val="005C6DF4"/>
    <w:rsid w:val="005D2B29"/>
    <w:rsid w:val="005D354A"/>
    <w:rsid w:val="005D3E53"/>
    <w:rsid w:val="005D506C"/>
    <w:rsid w:val="005E3235"/>
    <w:rsid w:val="005E4176"/>
    <w:rsid w:val="005E4876"/>
    <w:rsid w:val="005E65B5"/>
    <w:rsid w:val="005F3AE9"/>
    <w:rsid w:val="006007BB"/>
    <w:rsid w:val="00601DC0"/>
    <w:rsid w:val="006034CB"/>
    <w:rsid w:val="006131CE"/>
    <w:rsid w:val="0061336B"/>
    <w:rsid w:val="00617D6E"/>
    <w:rsid w:val="00622D61"/>
    <w:rsid w:val="00624198"/>
    <w:rsid w:val="00636C28"/>
    <w:rsid w:val="006428E5"/>
    <w:rsid w:val="00644958"/>
    <w:rsid w:val="00672919"/>
    <w:rsid w:val="00686587"/>
    <w:rsid w:val="006904CF"/>
    <w:rsid w:val="00695EE2"/>
    <w:rsid w:val="0069660B"/>
    <w:rsid w:val="006A0211"/>
    <w:rsid w:val="006A1B33"/>
    <w:rsid w:val="006A48F1"/>
    <w:rsid w:val="006A71A3"/>
    <w:rsid w:val="006B03F2"/>
    <w:rsid w:val="006B14C1"/>
    <w:rsid w:val="006B1639"/>
    <w:rsid w:val="006B5CA7"/>
    <w:rsid w:val="006B5E89"/>
    <w:rsid w:val="006C0608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CC4"/>
    <w:rsid w:val="006F2A86"/>
    <w:rsid w:val="006F3163"/>
    <w:rsid w:val="00705FEC"/>
    <w:rsid w:val="00710285"/>
    <w:rsid w:val="0071147A"/>
    <w:rsid w:val="0071185D"/>
    <w:rsid w:val="00721E01"/>
    <w:rsid w:val="007222AD"/>
    <w:rsid w:val="007267CF"/>
    <w:rsid w:val="00726BD3"/>
    <w:rsid w:val="00731F3F"/>
    <w:rsid w:val="00733210"/>
    <w:rsid w:val="00733BAB"/>
    <w:rsid w:val="007436BF"/>
    <w:rsid w:val="007443E9"/>
    <w:rsid w:val="00745DCE"/>
    <w:rsid w:val="00753D89"/>
    <w:rsid w:val="00753DDA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5741"/>
    <w:rsid w:val="00796C25"/>
    <w:rsid w:val="007A0CA9"/>
    <w:rsid w:val="007A287C"/>
    <w:rsid w:val="007A3B2A"/>
    <w:rsid w:val="007B0C9D"/>
    <w:rsid w:val="007B5522"/>
    <w:rsid w:val="007B5DC3"/>
    <w:rsid w:val="007C0EE0"/>
    <w:rsid w:val="007C1B71"/>
    <w:rsid w:val="007C2FBB"/>
    <w:rsid w:val="007C7088"/>
    <w:rsid w:val="007C7164"/>
    <w:rsid w:val="007D1984"/>
    <w:rsid w:val="007D2AFE"/>
    <w:rsid w:val="007E3264"/>
    <w:rsid w:val="007E3F07"/>
    <w:rsid w:val="007E3FEA"/>
    <w:rsid w:val="007F0A0B"/>
    <w:rsid w:val="007F3A60"/>
    <w:rsid w:val="007F3D0B"/>
    <w:rsid w:val="007F7C94"/>
    <w:rsid w:val="00802FFA"/>
    <w:rsid w:val="00810E4B"/>
    <w:rsid w:val="00814BAA"/>
    <w:rsid w:val="00824295"/>
    <w:rsid w:val="008268A8"/>
    <w:rsid w:val="00827A65"/>
    <w:rsid w:val="00830473"/>
    <w:rsid w:val="008313F3"/>
    <w:rsid w:val="008402F2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6B21"/>
    <w:rsid w:val="00867EAF"/>
    <w:rsid w:val="00870763"/>
    <w:rsid w:val="008713EA"/>
    <w:rsid w:val="00873C6B"/>
    <w:rsid w:val="0087460C"/>
    <w:rsid w:val="008766F6"/>
    <w:rsid w:val="0088417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7FFD"/>
    <w:rsid w:val="008C2920"/>
    <w:rsid w:val="008C3DC7"/>
    <w:rsid w:val="008C4307"/>
    <w:rsid w:val="008D23DF"/>
    <w:rsid w:val="008D4C3B"/>
    <w:rsid w:val="008D73BF"/>
    <w:rsid w:val="008D7F09"/>
    <w:rsid w:val="008E5B64"/>
    <w:rsid w:val="008E726E"/>
    <w:rsid w:val="008E7DAA"/>
    <w:rsid w:val="008F0094"/>
    <w:rsid w:val="008F03EF"/>
    <w:rsid w:val="008F340F"/>
    <w:rsid w:val="008F4CA7"/>
    <w:rsid w:val="00903523"/>
    <w:rsid w:val="00905E57"/>
    <w:rsid w:val="00906281"/>
    <w:rsid w:val="0090659A"/>
    <w:rsid w:val="00911080"/>
    <w:rsid w:val="0091225F"/>
    <w:rsid w:val="0091350B"/>
    <w:rsid w:val="009147FC"/>
    <w:rsid w:val="00915986"/>
    <w:rsid w:val="00917624"/>
    <w:rsid w:val="00926CB2"/>
    <w:rsid w:val="00930386"/>
    <w:rsid w:val="009309F5"/>
    <w:rsid w:val="00933237"/>
    <w:rsid w:val="00933F28"/>
    <w:rsid w:val="009476C0"/>
    <w:rsid w:val="00963E34"/>
    <w:rsid w:val="00964DFA"/>
    <w:rsid w:val="00971C42"/>
    <w:rsid w:val="0098155C"/>
    <w:rsid w:val="00981B3E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D232E"/>
    <w:rsid w:val="009D2C27"/>
    <w:rsid w:val="009E2309"/>
    <w:rsid w:val="009E42B9"/>
    <w:rsid w:val="009E4E17"/>
    <w:rsid w:val="009F0A3D"/>
    <w:rsid w:val="009F4C2E"/>
    <w:rsid w:val="00A014A3"/>
    <w:rsid w:val="00A027CC"/>
    <w:rsid w:val="00A03F61"/>
    <w:rsid w:val="00A0412D"/>
    <w:rsid w:val="00A21211"/>
    <w:rsid w:val="00A30F8A"/>
    <w:rsid w:val="00A34E7F"/>
    <w:rsid w:val="00A46F0A"/>
    <w:rsid w:val="00A46F25"/>
    <w:rsid w:val="00A47CC2"/>
    <w:rsid w:val="00A502BA"/>
    <w:rsid w:val="00A515E1"/>
    <w:rsid w:val="00A54AD9"/>
    <w:rsid w:val="00A60146"/>
    <w:rsid w:val="00A601A9"/>
    <w:rsid w:val="00A622C4"/>
    <w:rsid w:val="00A6283D"/>
    <w:rsid w:val="00A66634"/>
    <w:rsid w:val="00A676FF"/>
    <w:rsid w:val="00A71D29"/>
    <w:rsid w:val="00A73EBA"/>
    <w:rsid w:val="00A754B4"/>
    <w:rsid w:val="00A807C1"/>
    <w:rsid w:val="00A82658"/>
    <w:rsid w:val="00A83374"/>
    <w:rsid w:val="00A96172"/>
    <w:rsid w:val="00A97C5F"/>
    <w:rsid w:val="00AB0D6A"/>
    <w:rsid w:val="00AB43B3"/>
    <w:rsid w:val="00AB49B9"/>
    <w:rsid w:val="00AB501D"/>
    <w:rsid w:val="00AB6689"/>
    <w:rsid w:val="00AB758A"/>
    <w:rsid w:val="00AC027E"/>
    <w:rsid w:val="00AC1E7E"/>
    <w:rsid w:val="00AC3E9A"/>
    <w:rsid w:val="00AC507D"/>
    <w:rsid w:val="00AC66E4"/>
    <w:rsid w:val="00AD04F2"/>
    <w:rsid w:val="00AD4578"/>
    <w:rsid w:val="00AD68E9"/>
    <w:rsid w:val="00AE56C0"/>
    <w:rsid w:val="00B00914"/>
    <w:rsid w:val="00B02A8E"/>
    <w:rsid w:val="00B052EE"/>
    <w:rsid w:val="00B05858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1CC1"/>
    <w:rsid w:val="00B73D9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38F0"/>
    <w:rsid w:val="00C57A1A"/>
    <w:rsid w:val="00C60BBD"/>
    <w:rsid w:val="00C6258F"/>
    <w:rsid w:val="00C62C41"/>
    <w:rsid w:val="00C63DF6"/>
    <w:rsid w:val="00C63E58"/>
    <w:rsid w:val="00C6495E"/>
    <w:rsid w:val="00C64ABC"/>
    <w:rsid w:val="00C670EE"/>
    <w:rsid w:val="00C67E3B"/>
    <w:rsid w:val="00C73E03"/>
    <w:rsid w:val="00C773E6"/>
    <w:rsid w:val="00C8718B"/>
    <w:rsid w:val="00C872E4"/>
    <w:rsid w:val="00C90311"/>
    <w:rsid w:val="00C91C26"/>
    <w:rsid w:val="00CA2BB2"/>
    <w:rsid w:val="00CA5CE4"/>
    <w:rsid w:val="00CA73D5"/>
    <w:rsid w:val="00CB5068"/>
    <w:rsid w:val="00CC1C87"/>
    <w:rsid w:val="00CC3000"/>
    <w:rsid w:val="00CC4859"/>
    <w:rsid w:val="00CC7A35"/>
    <w:rsid w:val="00CD072A"/>
    <w:rsid w:val="00CD1379"/>
    <w:rsid w:val="00CD7F73"/>
    <w:rsid w:val="00CE26C5"/>
    <w:rsid w:val="00CE36AF"/>
    <w:rsid w:val="00CE47F3"/>
    <w:rsid w:val="00CE54DD"/>
    <w:rsid w:val="00CE7795"/>
    <w:rsid w:val="00CF0DA5"/>
    <w:rsid w:val="00CF5D31"/>
    <w:rsid w:val="00CF5F3B"/>
    <w:rsid w:val="00CF75D2"/>
    <w:rsid w:val="00CF791A"/>
    <w:rsid w:val="00D00513"/>
    <w:rsid w:val="00D00D7D"/>
    <w:rsid w:val="00D040E2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2F25"/>
    <w:rsid w:val="00D635FE"/>
    <w:rsid w:val="00D66A7B"/>
    <w:rsid w:val="00D6773D"/>
    <w:rsid w:val="00D729DE"/>
    <w:rsid w:val="00D75B6A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39"/>
    <w:rsid w:val="00D977E8"/>
    <w:rsid w:val="00D97B16"/>
    <w:rsid w:val="00DA3473"/>
    <w:rsid w:val="00DB0199"/>
    <w:rsid w:val="00DB1C89"/>
    <w:rsid w:val="00DB3763"/>
    <w:rsid w:val="00DB4029"/>
    <w:rsid w:val="00DB5F4D"/>
    <w:rsid w:val="00DB60E2"/>
    <w:rsid w:val="00DB66F2"/>
    <w:rsid w:val="00DB6DA5"/>
    <w:rsid w:val="00DC076B"/>
    <w:rsid w:val="00DC186F"/>
    <w:rsid w:val="00DC252F"/>
    <w:rsid w:val="00DC6050"/>
    <w:rsid w:val="00DD43EA"/>
    <w:rsid w:val="00DE6F44"/>
    <w:rsid w:val="00DF1B58"/>
    <w:rsid w:val="00E009DA"/>
    <w:rsid w:val="00E01FF9"/>
    <w:rsid w:val="00E037D9"/>
    <w:rsid w:val="00E04927"/>
    <w:rsid w:val="00E07FDB"/>
    <w:rsid w:val="00E11A48"/>
    <w:rsid w:val="00E130EB"/>
    <w:rsid w:val="00E162CD"/>
    <w:rsid w:val="00E17FA5"/>
    <w:rsid w:val="00E21454"/>
    <w:rsid w:val="00E21BFE"/>
    <w:rsid w:val="00E26930"/>
    <w:rsid w:val="00E27257"/>
    <w:rsid w:val="00E27F4F"/>
    <w:rsid w:val="00E329FA"/>
    <w:rsid w:val="00E449D0"/>
    <w:rsid w:val="00E44A34"/>
    <w:rsid w:val="00E4506A"/>
    <w:rsid w:val="00E53F99"/>
    <w:rsid w:val="00E56510"/>
    <w:rsid w:val="00E62EA8"/>
    <w:rsid w:val="00E66AD3"/>
    <w:rsid w:val="00E67A6E"/>
    <w:rsid w:val="00E71B43"/>
    <w:rsid w:val="00E77A30"/>
    <w:rsid w:val="00E81612"/>
    <w:rsid w:val="00E87D18"/>
    <w:rsid w:val="00E87D62"/>
    <w:rsid w:val="00E97333"/>
    <w:rsid w:val="00EA486E"/>
    <w:rsid w:val="00EA4FA3"/>
    <w:rsid w:val="00EB001B"/>
    <w:rsid w:val="00EB1C89"/>
    <w:rsid w:val="00EB3082"/>
    <w:rsid w:val="00EB6C33"/>
    <w:rsid w:val="00EC0A44"/>
    <w:rsid w:val="00EC0CE4"/>
    <w:rsid w:val="00EC5543"/>
    <w:rsid w:val="00ED6019"/>
    <w:rsid w:val="00ED7830"/>
    <w:rsid w:val="00EE3909"/>
    <w:rsid w:val="00EE4961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EB0"/>
    <w:rsid w:val="00F16F35"/>
    <w:rsid w:val="00F17559"/>
    <w:rsid w:val="00F2229D"/>
    <w:rsid w:val="00F25ABB"/>
    <w:rsid w:val="00F27963"/>
    <w:rsid w:val="00F30103"/>
    <w:rsid w:val="00F30446"/>
    <w:rsid w:val="00F4135D"/>
    <w:rsid w:val="00F41F1B"/>
    <w:rsid w:val="00F46BD9"/>
    <w:rsid w:val="00F53BE5"/>
    <w:rsid w:val="00F55BD9"/>
    <w:rsid w:val="00F60BE0"/>
    <w:rsid w:val="00F6280E"/>
    <w:rsid w:val="00F62A26"/>
    <w:rsid w:val="00F6367B"/>
    <w:rsid w:val="00F7050A"/>
    <w:rsid w:val="00F75533"/>
    <w:rsid w:val="00F8036D"/>
    <w:rsid w:val="00F809DC"/>
    <w:rsid w:val="00F86EB0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D33AB"/>
    <w:rsid w:val="00FD4724"/>
    <w:rsid w:val="00FD4A68"/>
    <w:rsid w:val="00FD68ED"/>
    <w:rsid w:val="00FE2824"/>
    <w:rsid w:val="00FE2F0E"/>
    <w:rsid w:val="00FE661F"/>
    <w:rsid w:val="00FF0400"/>
    <w:rsid w:val="00FF3D6B"/>
    <w:rsid w:val="00FF4DD3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uiPriority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uiPriority="22" w:qFormat="1"/>
    <w:lsdException w:name="Emphasis" w:uiPriority="2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E329FA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semiHidden/>
    <w:unhideWhenUsed/>
    <w:qFormat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1"/>
    <w:semiHidden/>
    <w:unhideWhenUsed/>
    <w:qFormat/>
    <w:rsid w:val="00231DCA"/>
    <w:pPr>
      <w:keepNext/>
      <w:spacing w:before="240" w:line="240" w:lineRule="auto"/>
      <w:outlineLvl w:val="2"/>
    </w:pPr>
    <w:rPr>
      <w:rFonts w:eastAsia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31DCA"/>
    <w:pPr>
      <w:keepNext/>
      <w:spacing w:before="240" w:line="240" w:lineRule="auto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semiHidden/>
    <w:rsid w:val="00BF76BE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BF76BE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Normal"/>
    <w:qFormat/>
    <w:rsid w:val="00596998"/>
    <w:pPr>
      <w:keepNext/>
      <w:numPr>
        <w:numId w:val="3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link w:val="LabTitleChar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Heading3"/>
    <w:next w:val="BodyTextL25"/>
    <w:qFormat/>
    <w:rsid w:val="00E329FA"/>
    <w:pPr>
      <w:numPr>
        <w:ilvl w:val="2"/>
        <w:numId w:val="5"/>
      </w:numPr>
      <w:spacing w:after="120"/>
    </w:pPr>
    <w:rPr>
      <w:sz w:val="22"/>
    </w:r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3028E3"/>
    <w:pPr>
      <w:numPr>
        <w:numId w:val="11"/>
      </w:numPr>
      <w:ind w:left="1080"/>
    </w:pPr>
    <w:rPr>
      <w:sz w:val="20"/>
    </w:rPr>
  </w:style>
  <w:style w:type="paragraph" w:customStyle="1" w:styleId="InstNoteRed">
    <w:name w:val="Inst Note Red"/>
    <w:basedOn w:val="Normal"/>
    <w:qFormat/>
    <w:rsid w:val="00231DCA"/>
    <w:pPr>
      <w:spacing w:line="240" w:lineRule="auto"/>
    </w:pPr>
    <w:rPr>
      <w:color w:val="FF0000"/>
      <w:sz w:val="20"/>
    </w:rPr>
  </w:style>
  <w:style w:type="paragraph" w:customStyle="1" w:styleId="PartHead">
    <w:name w:val="Part Head"/>
    <w:basedOn w:val="Heading1"/>
    <w:next w:val="BodyTextL25"/>
    <w:qFormat/>
    <w:rsid w:val="00E329FA"/>
    <w:pPr>
      <w:numPr>
        <w:numId w:val="5"/>
      </w:numPr>
      <w:spacing w:before="240"/>
    </w:pPr>
    <w:rPr>
      <w:rFonts w:ascii="Arial" w:hAnsi="Arial"/>
      <w:color w:val="auto"/>
    </w:rPr>
  </w:style>
  <w:style w:type="paragraph" w:customStyle="1" w:styleId="SubStepAlpha">
    <w:name w:val="SubStep Alpha"/>
    <w:basedOn w:val="Normal"/>
    <w:qFormat/>
    <w:rsid w:val="00E329FA"/>
    <w:pPr>
      <w:numPr>
        <w:ilvl w:val="3"/>
        <w:numId w:val="5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link w:val="CMDChar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231DCA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012C22"/>
    <w:pPr>
      <w:numPr>
        <w:ilvl w:val="4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E329FA"/>
    <w:pPr>
      <w:numPr>
        <w:numId w:val="5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paragraph" w:customStyle="1" w:styleId="TaskHead">
    <w:name w:val="Task Head"/>
    <w:basedOn w:val="Heading2"/>
    <w:next w:val="BodyTextL25"/>
    <w:rsid w:val="00E329FA"/>
    <w:pPr>
      <w:numPr>
        <w:ilvl w:val="1"/>
        <w:numId w:val="5"/>
      </w:numPr>
    </w:pPr>
    <w:rPr>
      <w:rFonts w:ascii="Arial" w:hAnsi="Arial"/>
      <w:color w:val="auto"/>
      <w:sz w:val="24"/>
    </w:rPr>
  </w:style>
  <w:style w:type="character" w:customStyle="1" w:styleId="Heading3Char">
    <w:name w:val="Heading 3 Char"/>
    <w:basedOn w:val="DefaultParagraphFont"/>
    <w:rsid w:val="00231DC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semiHidden/>
    <w:rsid w:val="00BF76BE"/>
    <w:rPr>
      <w:rFonts w:eastAsia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1">
    <w:name w:val="Heading 3 Char1"/>
    <w:link w:val="Heading3"/>
    <w:semiHidden/>
    <w:rsid w:val="00BF76BE"/>
    <w:rPr>
      <w:rFonts w:eastAsia="Times New Roman"/>
      <w:b/>
      <w:bCs/>
      <w:sz w:val="26"/>
      <w:szCs w:val="26"/>
    </w:rPr>
  </w:style>
  <w:style w:type="character" w:customStyle="1" w:styleId="LabTitleChar">
    <w:name w:val="Lab Title Char"/>
    <w:link w:val="LabTitle"/>
    <w:rsid w:val="00231DCA"/>
    <w:rPr>
      <w:b/>
      <w:sz w:val="32"/>
      <w:szCs w:val="22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character" w:customStyle="1" w:styleId="CMDChar">
    <w:name w:val="CMD Char"/>
    <w:basedOn w:val="DefaultParagraphFont"/>
    <w:link w:val="CMD"/>
    <w:rsid w:val="00C73E03"/>
    <w:rPr>
      <w:rFonts w:ascii="Courier New" w:hAnsi="Courier New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uiPriority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uiPriority="22" w:qFormat="1"/>
    <w:lsdException w:name="Emphasis" w:uiPriority="2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E329FA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semiHidden/>
    <w:unhideWhenUsed/>
    <w:qFormat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1"/>
    <w:semiHidden/>
    <w:unhideWhenUsed/>
    <w:qFormat/>
    <w:rsid w:val="00231DCA"/>
    <w:pPr>
      <w:keepNext/>
      <w:spacing w:before="240" w:line="240" w:lineRule="auto"/>
      <w:outlineLvl w:val="2"/>
    </w:pPr>
    <w:rPr>
      <w:rFonts w:eastAsia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31DCA"/>
    <w:pPr>
      <w:keepNext/>
      <w:spacing w:before="240" w:line="240" w:lineRule="auto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semiHidden/>
    <w:rsid w:val="00BF76BE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BF76BE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Normal"/>
    <w:qFormat/>
    <w:rsid w:val="00596998"/>
    <w:pPr>
      <w:keepNext/>
      <w:numPr>
        <w:numId w:val="3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link w:val="LabTitleChar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Heading3"/>
    <w:next w:val="BodyTextL25"/>
    <w:qFormat/>
    <w:rsid w:val="00E329FA"/>
    <w:pPr>
      <w:numPr>
        <w:ilvl w:val="2"/>
        <w:numId w:val="5"/>
      </w:numPr>
      <w:spacing w:after="120"/>
    </w:pPr>
    <w:rPr>
      <w:sz w:val="22"/>
    </w:r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3028E3"/>
    <w:pPr>
      <w:numPr>
        <w:numId w:val="11"/>
      </w:numPr>
      <w:ind w:left="1080"/>
    </w:pPr>
    <w:rPr>
      <w:sz w:val="20"/>
    </w:rPr>
  </w:style>
  <w:style w:type="paragraph" w:customStyle="1" w:styleId="InstNoteRed">
    <w:name w:val="Inst Note Red"/>
    <w:basedOn w:val="Normal"/>
    <w:qFormat/>
    <w:rsid w:val="00231DCA"/>
    <w:pPr>
      <w:spacing w:line="240" w:lineRule="auto"/>
    </w:pPr>
    <w:rPr>
      <w:color w:val="FF0000"/>
      <w:sz w:val="20"/>
    </w:rPr>
  </w:style>
  <w:style w:type="paragraph" w:customStyle="1" w:styleId="PartHead">
    <w:name w:val="Part Head"/>
    <w:basedOn w:val="Heading1"/>
    <w:next w:val="BodyTextL25"/>
    <w:qFormat/>
    <w:rsid w:val="00E329FA"/>
    <w:pPr>
      <w:numPr>
        <w:numId w:val="5"/>
      </w:numPr>
      <w:spacing w:before="240"/>
    </w:pPr>
    <w:rPr>
      <w:rFonts w:ascii="Arial" w:hAnsi="Arial"/>
      <w:color w:val="auto"/>
    </w:rPr>
  </w:style>
  <w:style w:type="paragraph" w:customStyle="1" w:styleId="SubStepAlpha">
    <w:name w:val="SubStep Alpha"/>
    <w:basedOn w:val="Normal"/>
    <w:qFormat/>
    <w:rsid w:val="00E329FA"/>
    <w:pPr>
      <w:numPr>
        <w:ilvl w:val="3"/>
        <w:numId w:val="5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link w:val="CMDChar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231DCA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012C22"/>
    <w:pPr>
      <w:numPr>
        <w:ilvl w:val="4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E329FA"/>
    <w:pPr>
      <w:numPr>
        <w:numId w:val="5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paragraph" w:customStyle="1" w:styleId="TaskHead">
    <w:name w:val="Task Head"/>
    <w:basedOn w:val="Heading2"/>
    <w:next w:val="BodyTextL25"/>
    <w:rsid w:val="00E329FA"/>
    <w:pPr>
      <w:numPr>
        <w:ilvl w:val="1"/>
        <w:numId w:val="5"/>
      </w:numPr>
    </w:pPr>
    <w:rPr>
      <w:rFonts w:ascii="Arial" w:hAnsi="Arial"/>
      <w:color w:val="auto"/>
      <w:sz w:val="24"/>
    </w:rPr>
  </w:style>
  <w:style w:type="character" w:customStyle="1" w:styleId="Heading3Char">
    <w:name w:val="Heading 3 Char"/>
    <w:basedOn w:val="DefaultParagraphFont"/>
    <w:rsid w:val="00231DC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semiHidden/>
    <w:rsid w:val="00BF76BE"/>
    <w:rPr>
      <w:rFonts w:eastAsia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1">
    <w:name w:val="Heading 3 Char1"/>
    <w:link w:val="Heading3"/>
    <w:semiHidden/>
    <w:rsid w:val="00BF76BE"/>
    <w:rPr>
      <w:rFonts w:eastAsia="Times New Roman"/>
      <w:b/>
      <w:bCs/>
      <w:sz w:val="26"/>
      <w:szCs w:val="26"/>
    </w:rPr>
  </w:style>
  <w:style w:type="character" w:customStyle="1" w:styleId="LabTitleChar">
    <w:name w:val="Lab Title Char"/>
    <w:link w:val="LabTitle"/>
    <w:rsid w:val="00231DCA"/>
    <w:rPr>
      <w:b/>
      <w:sz w:val="32"/>
      <w:szCs w:val="22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character" w:customStyle="1" w:styleId="CMDChar">
    <w:name w:val="CMD Char"/>
    <w:basedOn w:val="DefaultParagraphFont"/>
    <w:link w:val="CMD"/>
    <w:rsid w:val="00C73E03"/>
    <w:rPr>
      <w:rFonts w:ascii="Courier New" w:hAnsi="Courier New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Unicon\Curriculum_Templates\CCNA_Security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058AED-B820-4FC6-8812-C5D81FA7B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CCNA_Security_Lab-Template.dotx</Template>
  <TotalTime>0</TotalTime>
  <Pages>3</Pages>
  <Words>793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spennock</dc:creator>
  <cp:lastModifiedBy>dholzing</cp:lastModifiedBy>
  <cp:revision>2</cp:revision>
  <dcterms:created xsi:type="dcterms:W3CDTF">2015-07-02T22:38:00Z</dcterms:created>
  <dcterms:modified xsi:type="dcterms:W3CDTF">2015-07-02T22:38:00Z</dcterms:modified>
</cp:coreProperties>
</file>